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99DC8" w14:textId="77777777" w:rsidR="005C7AFF" w:rsidRPr="004A144E" w:rsidRDefault="005C7AFF" w:rsidP="00B77B68"/>
    <w:p w14:paraId="291703A9" w14:textId="4F4D06E8" w:rsidR="007214ED" w:rsidRPr="00A73F30" w:rsidRDefault="00C3332D" w:rsidP="00A73F30">
      <w:pPr>
        <w:tabs>
          <w:tab w:val="left" w:pos="11739"/>
        </w:tabs>
        <w:jc w:val="right"/>
        <w:rPr>
          <w:rFonts w:asciiTheme="minorHAnsi" w:hAnsiTheme="minorHAnsi" w:cstheme="minorHAnsi"/>
          <w:b/>
          <w:bCs/>
          <w:iCs/>
        </w:rPr>
      </w:pPr>
      <w:r w:rsidRPr="00A73F30">
        <w:rPr>
          <w:rFonts w:asciiTheme="minorHAnsi" w:hAnsiTheme="minorHAnsi" w:cstheme="minorHAnsi"/>
          <w:iCs/>
        </w:rPr>
        <w:tab/>
      </w:r>
      <w:r w:rsidRPr="00A73F30">
        <w:rPr>
          <w:rFonts w:asciiTheme="minorHAnsi" w:hAnsiTheme="minorHAnsi" w:cstheme="minorHAnsi"/>
          <w:b/>
          <w:bCs/>
          <w:iCs/>
        </w:rPr>
        <w:t xml:space="preserve">               ANEXA </w:t>
      </w:r>
      <w:r w:rsidR="00A73F30" w:rsidRPr="00A73F30">
        <w:rPr>
          <w:rFonts w:asciiTheme="minorHAnsi" w:hAnsiTheme="minorHAnsi" w:cstheme="minorHAnsi"/>
          <w:b/>
          <w:bCs/>
          <w:iCs/>
        </w:rPr>
        <w:t>3</w:t>
      </w:r>
    </w:p>
    <w:p w14:paraId="350FFFB6" w14:textId="77777777" w:rsidR="009B4179" w:rsidRPr="00A73F30" w:rsidRDefault="009B4179" w:rsidP="00D457B6">
      <w:pPr>
        <w:rPr>
          <w:rFonts w:asciiTheme="minorHAnsi" w:hAnsiTheme="minorHAnsi" w:cstheme="minorHAnsi"/>
          <w:b/>
          <w:bCs/>
        </w:rPr>
      </w:pPr>
      <w:r w:rsidRPr="00A73F30">
        <w:rPr>
          <w:rFonts w:asciiTheme="minorHAnsi" w:hAnsiTheme="minorHAnsi" w:cstheme="minorHAnsi"/>
          <w:b/>
          <w:bCs/>
        </w:rPr>
        <w:t>Programul Regiunea Centru</w:t>
      </w:r>
    </w:p>
    <w:p w14:paraId="41D1A9EE" w14:textId="5EFC9C2B" w:rsid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>Prioritatea 1. O regiune competitivă prin inovare și întreprinderi dinamice pentru o economie inteligentă</w:t>
      </w:r>
    </w:p>
    <w:p w14:paraId="1C1B9C9D" w14:textId="71F448FB" w:rsidR="001C0DEA" w:rsidRPr="001C0DEA" w:rsidRDefault="001C0DEA" w:rsidP="001C0DEA">
      <w:pPr>
        <w:rPr>
          <w:rFonts w:asciiTheme="minorHAnsi" w:hAnsiTheme="minorHAnsi" w:cstheme="minorHAnsi"/>
        </w:rPr>
      </w:pPr>
      <w:r w:rsidRPr="001C0DEA">
        <w:rPr>
          <w:rFonts w:asciiTheme="minorHAnsi" w:hAnsiTheme="minorHAnsi" w:cstheme="minorHAnsi"/>
          <w:b/>
          <w:bCs/>
        </w:rPr>
        <w:t>Acțiunea 1.2</w:t>
      </w:r>
      <w:r w:rsidRPr="001C0DEA">
        <w:rPr>
          <w:rFonts w:asciiTheme="minorHAnsi" w:hAnsiTheme="minorHAnsi" w:cstheme="minorHAnsi"/>
        </w:rPr>
        <w:t xml:space="preserve"> Dezvoltarea conexiunilor și sinergiilor, crearea de rețele între întreprinderi, centre de CD și sectorul învățământului superior, integrarea în rețele de inovare și cunoaștere, în relație cu sectoarele / ariile RIS regionale Intervenție                                       </w:t>
      </w:r>
    </w:p>
    <w:p w14:paraId="6A53EF93" w14:textId="4AD53F90" w:rsidR="001C0DEA" w:rsidRPr="001C0DEA" w:rsidRDefault="001C0DEA" w:rsidP="001C0DEA">
      <w:pPr>
        <w:rPr>
          <w:rFonts w:asciiTheme="minorHAnsi" w:hAnsiTheme="minorHAnsi" w:cstheme="minorHAnsi"/>
          <w:b/>
          <w:bCs/>
        </w:rPr>
      </w:pPr>
      <w:r w:rsidRPr="001C0DEA">
        <w:rPr>
          <w:rFonts w:asciiTheme="minorHAnsi" w:hAnsiTheme="minorHAnsi" w:cstheme="minorHAnsi"/>
          <w:b/>
          <w:bCs/>
        </w:rPr>
        <w:t>Intervenția 1.2.1</w:t>
      </w:r>
      <w:r w:rsidRPr="001C0DEA">
        <w:rPr>
          <w:rFonts w:asciiTheme="minorHAnsi" w:hAnsiTheme="minorHAnsi" w:cstheme="minorHAnsi"/>
        </w:rPr>
        <w:t xml:space="preserve"> </w:t>
      </w:r>
      <w:r w:rsidRPr="001C0DEA">
        <w:rPr>
          <w:rFonts w:asciiTheme="minorHAnsi" w:hAnsiTheme="minorHAnsi" w:cstheme="minorHAnsi"/>
          <w:b/>
          <w:bCs/>
        </w:rPr>
        <w:t>Participarea IMM și organizațiilor de CDI în structuri, parteneriate și programe de colaborare</w:t>
      </w:r>
    </w:p>
    <w:p w14:paraId="78985A39" w14:textId="77777777" w:rsidR="001C0DEA" w:rsidRPr="001C0DEA" w:rsidRDefault="009B4179" w:rsidP="001C0DEA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 xml:space="preserve">Obiective specifice: </w:t>
      </w:r>
      <w:r w:rsidR="001C0DEA" w:rsidRPr="001C0DEA">
        <w:rPr>
          <w:rFonts w:asciiTheme="minorHAnsi" w:hAnsiTheme="minorHAnsi" w:cstheme="minorHAnsi"/>
        </w:rPr>
        <w:t xml:space="preserve">OS 1.1. Dezvoltarea și sporirea capacităților de cercetare și inovare și adoptarea tehnologiilor avansate                                                     </w:t>
      </w:r>
    </w:p>
    <w:p w14:paraId="07CA47B4" w14:textId="77777777" w:rsidR="001C0DEA" w:rsidRPr="009B4179" w:rsidRDefault="001C0DEA" w:rsidP="001C0DEA">
      <w:pPr>
        <w:rPr>
          <w:rFonts w:asciiTheme="minorHAnsi" w:hAnsiTheme="minorHAnsi" w:cstheme="minorHAnsi"/>
        </w:rPr>
      </w:pPr>
      <w:r w:rsidRPr="001C0DEA">
        <w:rPr>
          <w:rFonts w:asciiTheme="minorHAnsi" w:hAnsiTheme="minorHAnsi" w:cstheme="minorHAnsi"/>
        </w:rPr>
        <w:t>OS 1.4. Dezvoltarea competențelor pentru specializare inteligentă, tranziție industrială și antreprenoriat</w:t>
      </w:r>
    </w:p>
    <w:p w14:paraId="0E34DD81" w14:textId="762D75C4" w:rsidR="007214ED" w:rsidRDefault="007214ED" w:rsidP="001C0DEA">
      <w:pPr>
        <w:rPr>
          <w:rFonts w:asciiTheme="minorHAnsi" w:hAnsiTheme="minorHAnsi" w:cstheme="minorHAnsi"/>
          <w:b/>
          <w:bCs/>
          <w:iCs/>
        </w:rPr>
      </w:pPr>
    </w:p>
    <w:p w14:paraId="114B6A20" w14:textId="77777777" w:rsidR="003D6F61" w:rsidRPr="004A144E" w:rsidRDefault="003D6F61" w:rsidP="007214ED">
      <w:pPr>
        <w:jc w:val="center"/>
        <w:rPr>
          <w:rFonts w:asciiTheme="minorHAnsi" w:hAnsiTheme="minorHAnsi" w:cstheme="minorHAnsi"/>
          <w:b/>
          <w:bCs/>
          <w:iCs/>
        </w:rPr>
      </w:pPr>
    </w:p>
    <w:p w14:paraId="480A7A1E" w14:textId="590ED316" w:rsidR="007D052C" w:rsidRDefault="006446D7" w:rsidP="006137B6">
      <w:pPr>
        <w:spacing w:line="276" w:lineRule="auto"/>
        <w:jc w:val="center"/>
        <w:rPr>
          <w:rFonts w:ascii="Calibri" w:eastAsia="Calibri" w:hAnsi="Calibri" w:cs="Calibri"/>
          <w:b/>
          <w:bCs/>
          <w:iCs/>
          <w:lang w:eastAsia="ro-RO"/>
        </w:rPr>
      </w:pPr>
      <w:r w:rsidRPr="004A144E">
        <w:rPr>
          <w:rFonts w:ascii="Calibri" w:eastAsia="Calibri" w:hAnsi="Calibri" w:cs="Calibri"/>
          <w:b/>
          <w:bCs/>
          <w:iCs/>
          <w:lang w:eastAsia="ro-RO"/>
        </w:rPr>
        <w:t>GRILA DE EVALUARE TEHNICĂ ȘI FINANCIARĂ</w:t>
      </w:r>
    </w:p>
    <w:p w14:paraId="28C4E6E8" w14:textId="77777777" w:rsidR="00A73F30" w:rsidRDefault="00A73F30" w:rsidP="006137B6">
      <w:pPr>
        <w:spacing w:line="276" w:lineRule="auto"/>
        <w:jc w:val="center"/>
        <w:rPr>
          <w:rFonts w:ascii="Calibri" w:eastAsia="Calibri" w:hAnsi="Calibri" w:cs="Calibri"/>
          <w:b/>
          <w:bCs/>
          <w:iCs/>
          <w:lang w:eastAsia="ro-RO"/>
        </w:rPr>
      </w:pPr>
    </w:p>
    <w:tbl>
      <w:tblPr>
        <w:tblW w:w="15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578"/>
        <w:gridCol w:w="393"/>
        <w:gridCol w:w="12788"/>
        <w:gridCol w:w="980"/>
      </w:tblGrid>
      <w:tr w:rsidR="001C0DEA" w:rsidRPr="001C0DEA" w14:paraId="0B9F015F" w14:textId="77777777" w:rsidTr="006446D7">
        <w:trPr>
          <w:trHeight w:val="189"/>
        </w:trPr>
        <w:tc>
          <w:tcPr>
            <w:tcW w:w="680" w:type="dxa"/>
            <w:shd w:val="clear" w:color="auto" w:fill="auto"/>
            <w:noWrap/>
            <w:vAlign w:val="center"/>
          </w:tcPr>
          <w:p w14:paraId="5DB246C9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3759" w:type="dxa"/>
            <w:gridSpan w:val="3"/>
            <w:shd w:val="clear" w:color="auto" w:fill="auto"/>
          </w:tcPr>
          <w:p w14:paraId="1B5278D8" w14:textId="7C6908E3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color w:val="2E74B5"/>
                <w:sz w:val="22"/>
                <w:szCs w:val="22"/>
                <w:lang w:eastAsia="en-US"/>
              </w:rPr>
              <w:t>Criteriu/ Subcriteriu</w:t>
            </w:r>
          </w:p>
        </w:tc>
        <w:tc>
          <w:tcPr>
            <w:tcW w:w="980" w:type="dxa"/>
            <w:shd w:val="clear" w:color="auto" w:fill="auto"/>
            <w:noWrap/>
          </w:tcPr>
          <w:p w14:paraId="45F2B88E" w14:textId="6486D48A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color w:val="366092"/>
                <w:sz w:val="22"/>
                <w:szCs w:val="22"/>
                <w:lang w:eastAsia="en-US"/>
              </w:rPr>
              <w:t>Punctaj</w:t>
            </w:r>
          </w:p>
        </w:tc>
      </w:tr>
      <w:tr w:rsidR="001C0DEA" w:rsidRPr="001C0DEA" w14:paraId="13718D83" w14:textId="77777777" w:rsidTr="006446D7">
        <w:trPr>
          <w:trHeight w:val="756"/>
        </w:trPr>
        <w:tc>
          <w:tcPr>
            <w:tcW w:w="680" w:type="dxa"/>
            <w:shd w:val="clear" w:color="auto" w:fill="2E74B5"/>
            <w:noWrap/>
            <w:vAlign w:val="center"/>
            <w:hideMark/>
          </w:tcPr>
          <w:p w14:paraId="180E9627" w14:textId="0BF461F0" w:rsidR="001C0DEA" w:rsidRPr="001C0DEA" w:rsidRDefault="006446D7" w:rsidP="006446D7">
            <w:pPr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bookmarkStart w:id="0" w:name="RANGE!A4"/>
            <w:r w:rsidRPr="001C0DEA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1.</w:t>
            </w:r>
            <w:bookmarkEnd w:id="0"/>
          </w:p>
        </w:tc>
        <w:tc>
          <w:tcPr>
            <w:tcW w:w="13759" w:type="dxa"/>
            <w:gridSpan w:val="3"/>
            <w:shd w:val="clear" w:color="auto" w:fill="2E74B5"/>
            <w:vAlign w:val="center"/>
            <w:hideMark/>
          </w:tcPr>
          <w:p w14:paraId="02A30D05" w14:textId="25CBC8F6" w:rsidR="001C0DEA" w:rsidRPr="001C0DEA" w:rsidRDefault="006446D7" w:rsidP="006446D7">
            <w:pPr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 w:rsidRPr="001C0DEA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CONTRIBUȚIA PROIECTULUI LA REALIZAREA OBIECTIVELOR  PRIORITĂȚII DE INVESTIȚIE 1 - O REGIUNE COMPETITIVĂ PRIN INOVARE ȘI ÎNTREPRINDERI DINAMICE PENTRU O ECONOMIE INTELIGENTĂ, INTERVENȚIA 1.2.1. PARTICIPAREA IMM ȘI ORGANIZAȚIILOR DE CDI ÎN STRUCTURI, PARTENERIATE ȘI PROGRAME DE COLABORARE</w:t>
            </w:r>
          </w:p>
        </w:tc>
        <w:tc>
          <w:tcPr>
            <w:tcW w:w="980" w:type="dxa"/>
            <w:shd w:val="clear" w:color="auto" w:fill="2E74B5" w:themeFill="accent5" w:themeFillShade="BF"/>
            <w:noWrap/>
            <w:vAlign w:val="center"/>
            <w:hideMark/>
          </w:tcPr>
          <w:p w14:paraId="44372ACB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 w:rsidRPr="001C0DEA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50</w:t>
            </w:r>
          </w:p>
        </w:tc>
      </w:tr>
      <w:tr w:rsidR="001C0DEA" w:rsidRPr="001C0DEA" w14:paraId="3A079D47" w14:textId="77777777" w:rsidTr="006446D7">
        <w:trPr>
          <w:trHeight w:val="1068"/>
        </w:trPr>
        <w:tc>
          <w:tcPr>
            <w:tcW w:w="680" w:type="dxa"/>
            <w:shd w:val="clear" w:color="auto" w:fill="D9E2F3" w:themeFill="accent1" w:themeFillTint="33"/>
            <w:noWrap/>
            <w:vAlign w:val="center"/>
            <w:hideMark/>
          </w:tcPr>
          <w:p w14:paraId="456D8ED6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1.1.</w:t>
            </w:r>
          </w:p>
        </w:tc>
        <w:tc>
          <w:tcPr>
            <w:tcW w:w="13759" w:type="dxa"/>
            <w:gridSpan w:val="3"/>
            <w:shd w:val="clear" w:color="auto" w:fill="D9E2F3" w:themeFill="accent1" w:themeFillTint="33"/>
            <w:vAlign w:val="center"/>
            <w:hideMark/>
          </w:tcPr>
          <w:p w14:paraId="019820BA" w14:textId="77777777" w:rsidR="006446D7" w:rsidRPr="006446D7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Impactul și beneficiile participării în proiectul de cercetare/dezvoltare European/internațional asupra organizației solicitante sunt clar evidențiate precum și potențialul de extindere și dezvoltare a unor noi colaborări și </w:t>
            </w:r>
            <w:r w:rsidRPr="006446D7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parteneriate</w:t>
            </w: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pentru noi activități de CDI de nivel European/</w:t>
            </w:r>
            <w:r w:rsidRPr="006446D7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internațional</w:t>
            </w: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. </w:t>
            </w:r>
          </w:p>
          <w:p w14:paraId="170D8E52" w14:textId="76750044" w:rsidR="001C0DEA" w:rsidRPr="001C0DEA" w:rsidRDefault="001C0DEA" w:rsidP="006446D7">
            <w:pPr>
              <w:rPr>
                <w:rFonts w:ascii="Calibri" w:hAnsi="Calibri" w:cs="Calibri"/>
                <w:i/>
                <w:i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i/>
                <w:iCs/>
                <w:sz w:val="22"/>
                <w:szCs w:val="22"/>
                <w:lang w:eastAsia="ro-RO"/>
              </w:rPr>
              <w:t xml:space="preserve">Criteriu digitalizat. Se va selecta una din </w:t>
            </w:r>
            <w:r w:rsidRPr="006446D7">
              <w:rPr>
                <w:rFonts w:ascii="Calibri" w:hAnsi="Calibri" w:cs="Calibri"/>
                <w:i/>
                <w:iCs/>
                <w:sz w:val="22"/>
                <w:szCs w:val="22"/>
                <w:lang w:eastAsia="ro-RO"/>
              </w:rPr>
              <w:t>opțiunile</w:t>
            </w:r>
            <w:r w:rsidRPr="001C0DEA">
              <w:rPr>
                <w:rFonts w:ascii="Calibri" w:hAnsi="Calibri" w:cs="Calibri"/>
                <w:i/>
                <w:iCs/>
                <w:sz w:val="22"/>
                <w:szCs w:val="22"/>
                <w:lang w:eastAsia="ro-RO"/>
              </w:rPr>
              <w:t xml:space="preserve"> de la a, b sau c</w:t>
            </w:r>
          </w:p>
        </w:tc>
        <w:tc>
          <w:tcPr>
            <w:tcW w:w="980" w:type="dxa"/>
            <w:shd w:val="clear" w:color="auto" w:fill="D9E2F3" w:themeFill="accent1" w:themeFillTint="33"/>
            <w:noWrap/>
            <w:vAlign w:val="center"/>
            <w:hideMark/>
          </w:tcPr>
          <w:p w14:paraId="7E19ACD0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15</w:t>
            </w:r>
          </w:p>
        </w:tc>
      </w:tr>
      <w:tr w:rsidR="001C0DEA" w:rsidRPr="001C0DEA" w14:paraId="60C2D7AB" w14:textId="77777777" w:rsidTr="001C0DEA">
        <w:trPr>
          <w:trHeight w:val="288"/>
        </w:trPr>
        <w:tc>
          <w:tcPr>
            <w:tcW w:w="680" w:type="dxa"/>
            <w:vMerge w:val="restart"/>
            <w:shd w:val="clear" w:color="auto" w:fill="auto"/>
            <w:noWrap/>
            <w:vAlign w:val="center"/>
            <w:hideMark/>
          </w:tcPr>
          <w:p w14:paraId="51296E0E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578" w:type="dxa"/>
            <w:shd w:val="clear" w:color="000000" w:fill="D9D9D9"/>
            <w:noWrap/>
            <w:vAlign w:val="center"/>
            <w:hideMark/>
          </w:tcPr>
          <w:p w14:paraId="3D6FF0F1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center"/>
            <w:hideMark/>
          </w:tcPr>
          <w:p w14:paraId="0A7B2FEF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12788" w:type="dxa"/>
            <w:shd w:val="clear" w:color="auto" w:fill="auto"/>
            <w:vAlign w:val="center"/>
            <w:hideMark/>
          </w:tcPr>
          <w:p w14:paraId="32EAAA42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&gt;=5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F9275EC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15</w:t>
            </w:r>
          </w:p>
        </w:tc>
      </w:tr>
      <w:tr w:rsidR="001C0DEA" w:rsidRPr="001C0DEA" w14:paraId="749D8483" w14:textId="77777777" w:rsidTr="001C0DEA">
        <w:trPr>
          <w:trHeight w:val="288"/>
        </w:trPr>
        <w:tc>
          <w:tcPr>
            <w:tcW w:w="680" w:type="dxa"/>
            <w:vMerge/>
            <w:vAlign w:val="center"/>
            <w:hideMark/>
          </w:tcPr>
          <w:p w14:paraId="2DD89B8E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</w:p>
        </w:tc>
        <w:tc>
          <w:tcPr>
            <w:tcW w:w="578" w:type="dxa"/>
            <w:shd w:val="clear" w:color="000000" w:fill="D9D9D9"/>
            <w:noWrap/>
            <w:vAlign w:val="center"/>
            <w:hideMark/>
          </w:tcPr>
          <w:p w14:paraId="69D467A8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center"/>
            <w:hideMark/>
          </w:tcPr>
          <w:p w14:paraId="14998667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12788" w:type="dxa"/>
            <w:shd w:val="clear" w:color="auto" w:fill="auto"/>
            <w:vAlign w:val="center"/>
            <w:hideMark/>
          </w:tcPr>
          <w:p w14:paraId="60C5E63F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3-5.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31EEE02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8</w:t>
            </w:r>
          </w:p>
        </w:tc>
      </w:tr>
      <w:tr w:rsidR="001C0DEA" w:rsidRPr="001C0DEA" w14:paraId="3360E811" w14:textId="77777777" w:rsidTr="001C0DEA">
        <w:trPr>
          <w:trHeight w:val="288"/>
        </w:trPr>
        <w:tc>
          <w:tcPr>
            <w:tcW w:w="680" w:type="dxa"/>
            <w:vMerge/>
            <w:vAlign w:val="center"/>
            <w:hideMark/>
          </w:tcPr>
          <w:p w14:paraId="59F181DC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</w:p>
        </w:tc>
        <w:tc>
          <w:tcPr>
            <w:tcW w:w="578" w:type="dxa"/>
            <w:shd w:val="clear" w:color="000000" w:fill="D9D9D9"/>
            <w:noWrap/>
            <w:vAlign w:val="center"/>
            <w:hideMark/>
          </w:tcPr>
          <w:p w14:paraId="210FC0E5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center"/>
            <w:hideMark/>
          </w:tcPr>
          <w:p w14:paraId="7467E136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c.</w:t>
            </w:r>
          </w:p>
        </w:tc>
        <w:tc>
          <w:tcPr>
            <w:tcW w:w="12788" w:type="dxa"/>
            <w:shd w:val="clear" w:color="auto" w:fill="auto"/>
            <w:vAlign w:val="center"/>
            <w:hideMark/>
          </w:tcPr>
          <w:p w14:paraId="5037D485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&lt;=2 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8E0CE8F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2</w:t>
            </w:r>
          </w:p>
        </w:tc>
      </w:tr>
      <w:tr w:rsidR="001C0DEA" w:rsidRPr="001C0DEA" w14:paraId="4AE40AD4" w14:textId="77777777" w:rsidTr="00A73F30">
        <w:trPr>
          <w:trHeight w:val="77"/>
        </w:trPr>
        <w:tc>
          <w:tcPr>
            <w:tcW w:w="680" w:type="dxa"/>
            <w:shd w:val="clear" w:color="auto" w:fill="auto"/>
            <w:noWrap/>
            <w:vAlign w:val="center"/>
            <w:hideMark/>
          </w:tcPr>
          <w:p w14:paraId="03077D40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</w:p>
        </w:tc>
        <w:tc>
          <w:tcPr>
            <w:tcW w:w="13759" w:type="dxa"/>
            <w:gridSpan w:val="3"/>
            <w:shd w:val="clear" w:color="auto" w:fill="auto"/>
            <w:noWrap/>
            <w:vAlign w:val="bottom"/>
            <w:hideMark/>
          </w:tcPr>
          <w:p w14:paraId="515CA1F8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Punctajul vizează numărul de colaborări/parteneriate estimate/previzionate a se încheia în urma implementării proiectului. 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69BE76E4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</w:tr>
      <w:tr w:rsidR="001C0DEA" w:rsidRPr="001C0DEA" w14:paraId="08361717" w14:textId="77777777" w:rsidTr="001C0DEA">
        <w:trPr>
          <w:trHeight w:val="612"/>
        </w:trPr>
        <w:tc>
          <w:tcPr>
            <w:tcW w:w="680" w:type="dxa"/>
            <w:shd w:val="clear" w:color="000000" w:fill="BFBFBF"/>
            <w:noWrap/>
            <w:vAlign w:val="center"/>
            <w:hideMark/>
          </w:tcPr>
          <w:p w14:paraId="2980467A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1.2</w:t>
            </w:r>
          </w:p>
        </w:tc>
        <w:tc>
          <w:tcPr>
            <w:tcW w:w="13759" w:type="dxa"/>
            <w:gridSpan w:val="3"/>
            <w:shd w:val="clear" w:color="000000" w:fill="BFBFBF"/>
            <w:vAlign w:val="center"/>
            <w:hideMark/>
          </w:tcPr>
          <w:p w14:paraId="365E781E" w14:textId="77777777" w:rsidR="006446D7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Număr de cercetători din organizația solicitantă implicați în activitățile proiectului care beneficiază de sprijin. </w:t>
            </w:r>
          </w:p>
          <w:p w14:paraId="391C7988" w14:textId="621E1026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Criteriu digitalizat. Se va selecta una din </w:t>
            </w:r>
            <w:r w:rsidRPr="006446D7">
              <w:rPr>
                <w:rFonts w:ascii="Calibri" w:hAnsi="Calibri" w:cs="Calibri"/>
                <w:sz w:val="22"/>
                <w:szCs w:val="22"/>
                <w:lang w:eastAsia="ro-RO"/>
              </w:rPr>
              <w:t>opțiunile</w:t>
            </w: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de la a, b sau c</w:t>
            </w:r>
          </w:p>
        </w:tc>
        <w:tc>
          <w:tcPr>
            <w:tcW w:w="980" w:type="dxa"/>
            <w:shd w:val="clear" w:color="000000" w:fill="BFBFBF"/>
            <w:noWrap/>
            <w:vAlign w:val="center"/>
            <w:hideMark/>
          </w:tcPr>
          <w:p w14:paraId="146F2DA0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8</w:t>
            </w:r>
          </w:p>
        </w:tc>
      </w:tr>
      <w:tr w:rsidR="001C0DEA" w:rsidRPr="001C0DEA" w14:paraId="4A4DEF44" w14:textId="77777777" w:rsidTr="001C0DEA">
        <w:trPr>
          <w:trHeight w:val="288"/>
        </w:trPr>
        <w:tc>
          <w:tcPr>
            <w:tcW w:w="680" w:type="dxa"/>
            <w:shd w:val="clear" w:color="auto" w:fill="auto"/>
            <w:noWrap/>
            <w:vAlign w:val="center"/>
            <w:hideMark/>
          </w:tcPr>
          <w:p w14:paraId="1E20772B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578" w:type="dxa"/>
            <w:vMerge w:val="restart"/>
            <w:shd w:val="clear" w:color="000000" w:fill="D9D9D9"/>
            <w:noWrap/>
            <w:vAlign w:val="center"/>
            <w:hideMark/>
          </w:tcPr>
          <w:p w14:paraId="5E886DBB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center"/>
            <w:hideMark/>
          </w:tcPr>
          <w:p w14:paraId="32E69938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12788" w:type="dxa"/>
            <w:shd w:val="clear" w:color="auto" w:fill="auto"/>
            <w:vAlign w:val="center"/>
            <w:hideMark/>
          </w:tcPr>
          <w:p w14:paraId="5390BD9A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&gt;=5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2C6A8FD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8</w:t>
            </w:r>
          </w:p>
        </w:tc>
      </w:tr>
      <w:tr w:rsidR="001C0DEA" w:rsidRPr="001C0DEA" w14:paraId="2A89FA1E" w14:textId="77777777" w:rsidTr="001C0DEA">
        <w:trPr>
          <w:trHeight w:val="288"/>
        </w:trPr>
        <w:tc>
          <w:tcPr>
            <w:tcW w:w="680" w:type="dxa"/>
            <w:shd w:val="clear" w:color="auto" w:fill="auto"/>
            <w:noWrap/>
            <w:vAlign w:val="center"/>
            <w:hideMark/>
          </w:tcPr>
          <w:p w14:paraId="2AE0D933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578" w:type="dxa"/>
            <w:vMerge/>
            <w:vAlign w:val="center"/>
            <w:hideMark/>
          </w:tcPr>
          <w:p w14:paraId="0EF936AC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</w:p>
        </w:tc>
        <w:tc>
          <w:tcPr>
            <w:tcW w:w="393" w:type="dxa"/>
            <w:shd w:val="clear" w:color="auto" w:fill="auto"/>
            <w:noWrap/>
            <w:vAlign w:val="center"/>
            <w:hideMark/>
          </w:tcPr>
          <w:p w14:paraId="09B3205B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12788" w:type="dxa"/>
            <w:shd w:val="clear" w:color="auto" w:fill="auto"/>
            <w:vAlign w:val="center"/>
            <w:hideMark/>
          </w:tcPr>
          <w:p w14:paraId="37ECFB8E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3-4.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97B4EC7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5</w:t>
            </w:r>
          </w:p>
        </w:tc>
      </w:tr>
      <w:tr w:rsidR="001C0DEA" w:rsidRPr="001C0DEA" w14:paraId="37068D0A" w14:textId="77777777" w:rsidTr="001C0DEA">
        <w:trPr>
          <w:trHeight w:val="288"/>
        </w:trPr>
        <w:tc>
          <w:tcPr>
            <w:tcW w:w="680" w:type="dxa"/>
            <w:shd w:val="clear" w:color="auto" w:fill="auto"/>
            <w:noWrap/>
            <w:vAlign w:val="center"/>
            <w:hideMark/>
          </w:tcPr>
          <w:p w14:paraId="0A4D11DD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lastRenderedPageBreak/>
              <w:t> </w:t>
            </w:r>
          </w:p>
        </w:tc>
        <w:tc>
          <w:tcPr>
            <w:tcW w:w="578" w:type="dxa"/>
            <w:vMerge/>
            <w:vAlign w:val="center"/>
            <w:hideMark/>
          </w:tcPr>
          <w:p w14:paraId="49B31145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</w:p>
        </w:tc>
        <w:tc>
          <w:tcPr>
            <w:tcW w:w="393" w:type="dxa"/>
            <w:shd w:val="clear" w:color="auto" w:fill="auto"/>
            <w:noWrap/>
            <w:vAlign w:val="center"/>
            <w:hideMark/>
          </w:tcPr>
          <w:p w14:paraId="75AA5091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c.</w:t>
            </w:r>
          </w:p>
        </w:tc>
        <w:tc>
          <w:tcPr>
            <w:tcW w:w="12788" w:type="dxa"/>
            <w:shd w:val="clear" w:color="auto" w:fill="auto"/>
            <w:vAlign w:val="center"/>
            <w:hideMark/>
          </w:tcPr>
          <w:p w14:paraId="21E1B5FA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&lt;=2 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B0EEF7D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3</w:t>
            </w:r>
          </w:p>
        </w:tc>
      </w:tr>
      <w:tr w:rsidR="006446D7" w:rsidRPr="001C0DEA" w14:paraId="206C1C0E" w14:textId="77777777" w:rsidTr="006446D7">
        <w:trPr>
          <w:trHeight w:val="564"/>
        </w:trPr>
        <w:tc>
          <w:tcPr>
            <w:tcW w:w="680" w:type="dxa"/>
            <w:shd w:val="clear" w:color="auto" w:fill="D9E2F3" w:themeFill="accent1" w:themeFillTint="33"/>
            <w:hideMark/>
          </w:tcPr>
          <w:p w14:paraId="24DCA436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1.3</w:t>
            </w:r>
          </w:p>
        </w:tc>
        <w:tc>
          <w:tcPr>
            <w:tcW w:w="13759" w:type="dxa"/>
            <w:gridSpan w:val="3"/>
            <w:shd w:val="clear" w:color="auto" w:fill="D9E2F3" w:themeFill="accent1" w:themeFillTint="33"/>
            <w:vAlign w:val="bottom"/>
            <w:hideMark/>
          </w:tcPr>
          <w:p w14:paraId="793380E0" w14:textId="77777777" w:rsidR="006446D7" w:rsidRPr="006446D7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Contribuția proiectului la îndeplinirea indicatorilor de  realizare și rezultat definiți în ghidul solicitantului. </w:t>
            </w:r>
          </w:p>
          <w:p w14:paraId="3F946D41" w14:textId="5BBFA19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Criteriu digitalizat. Se va selecta una din </w:t>
            </w:r>
            <w:r w:rsidRPr="006446D7">
              <w:rPr>
                <w:rFonts w:ascii="Calibri" w:hAnsi="Calibri" w:cs="Calibri"/>
                <w:sz w:val="22"/>
                <w:szCs w:val="22"/>
                <w:lang w:eastAsia="ro-RO"/>
              </w:rPr>
              <w:t>opțiunile</w:t>
            </w: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de la a, b, c, d. Punctarea cu zero la punctul a duce la </w:t>
            </w:r>
            <w:r w:rsidR="006446D7" w:rsidRPr="006446D7">
              <w:rPr>
                <w:rFonts w:ascii="Calibri" w:hAnsi="Calibri" w:cs="Calibri"/>
                <w:sz w:val="22"/>
                <w:szCs w:val="22"/>
                <w:lang w:eastAsia="ro-RO"/>
              </w:rPr>
              <w:t>respingerea</w:t>
            </w: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</w:t>
            </w:r>
            <w:r w:rsidR="006446D7" w:rsidRPr="006446D7">
              <w:rPr>
                <w:rFonts w:ascii="Calibri" w:hAnsi="Calibri" w:cs="Calibri"/>
                <w:sz w:val="22"/>
                <w:szCs w:val="22"/>
                <w:lang w:eastAsia="ro-RO"/>
              </w:rPr>
              <w:t>cererii</w:t>
            </w: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de finanțare</w:t>
            </w:r>
          </w:p>
        </w:tc>
        <w:tc>
          <w:tcPr>
            <w:tcW w:w="980" w:type="dxa"/>
            <w:shd w:val="clear" w:color="auto" w:fill="D9E2F3" w:themeFill="accent1" w:themeFillTint="33"/>
            <w:noWrap/>
            <w:vAlign w:val="bottom"/>
            <w:hideMark/>
          </w:tcPr>
          <w:p w14:paraId="3C3034F3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15</w:t>
            </w:r>
          </w:p>
        </w:tc>
      </w:tr>
      <w:tr w:rsidR="001C0DEA" w:rsidRPr="001C0DEA" w14:paraId="0E847A50" w14:textId="77777777" w:rsidTr="001C0DEA">
        <w:trPr>
          <w:trHeight w:val="360"/>
        </w:trPr>
        <w:tc>
          <w:tcPr>
            <w:tcW w:w="680" w:type="dxa"/>
            <w:shd w:val="clear" w:color="000000" w:fill="FFFFFF"/>
            <w:hideMark/>
          </w:tcPr>
          <w:p w14:paraId="6E7D0D64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578" w:type="dxa"/>
            <w:shd w:val="clear" w:color="000000" w:fill="FFFFFF"/>
            <w:vAlign w:val="bottom"/>
            <w:hideMark/>
          </w:tcPr>
          <w:p w14:paraId="4E779A08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bottom"/>
            <w:hideMark/>
          </w:tcPr>
          <w:p w14:paraId="5D5D038A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12788" w:type="dxa"/>
            <w:shd w:val="clear" w:color="000000" w:fill="FFFFFF"/>
            <w:vAlign w:val="bottom"/>
            <w:hideMark/>
          </w:tcPr>
          <w:p w14:paraId="545DAEC8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nu contribuie la realizarea indicatorilor apelului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14:paraId="29070CD8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0</w:t>
            </w:r>
          </w:p>
        </w:tc>
      </w:tr>
      <w:tr w:rsidR="001C0DEA" w:rsidRPr="001C0DEA" w14:paraId="7B303E6F" w14:textId="77777777" w:rsidTr="001C0DEA">
        <w:trPr>
          <w:trHeight w:val="288"/>
        </w:trPr>
        <w:tc>
          <w:tcPr>
            <w:tcW w:w="680" w:type="dxa"/>
            <w:shd w:val="clear" w:color="auto" w:fill="auto"/>
            <w:hideMark/>
          </w:tcPr>
          <w:p w14:paraId="0B54F940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5EAC9D7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bottom"/>
            <w:hideMark/>
          </w:tcPr>
          <w:p w14:paraId="2B4E22C9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12788" w:type="dxa"/>
            <w:shd w:val="clear" w:color="auto" w:fill="auto"/>
            <w:noWrap/>
            <w:vAlign w:val="bottom"/>
            <w:hideMark/>
          </w:tcPr>
          <w:p w14:paraId="6F993F26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contribuie la realizarea unui număr de indicatori ≤3 ; ≥2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6518959B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2</w:t>
            </w:r>
          </w:p>
        </w:tc>
      </w:tr>
      <w:tr w:rsidR="001C0DEA" w:rsidRPr="001C0DEA" w14:paraId="4B50AEC7" w14:textId="77777777" w:rsidTr="001C0DEA">
        <w:trPr>
          <w:trHeight w:val="288"/>
        </w:trPr>
        <w:tc>
          <w:tcPr>
            <w:tcW w:w="680" w:type="dxa"/>
            <w:shd w:val="clear" w:color="auto" w:fill="auto"/>
            <w:hideMark/>
          </w:tcPr>
          <w:p w14:paraId="04D83472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560A04D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bottom"/>
            <w:hideMark/>
          </w:tcPr>
          <w:p w14:paraId="16F28E3B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c.</w:t>
            </w:r>
          </w:p>
        </w:tc>
        <w:tc>
          <w:tcPr>
            <w:tcW w:w="12788" w:type="dxa"/>
            <w:shd w:val="clear" w:color="auto" w:fill="auto"/>
            <w:noWrap/>
            <w:vAlign w:val="bottom"/>
            <w:hideMark/>
          </w:tcPr>
          <w:p w14:paraId="72472268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contribuie la realizarea a  4 indicatori de realizare și rezultat ai apelului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2DFFD9BB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8</w:t>
            </w:r>
          </w:p>
        </w:tc>
      </w:tr>
      <w:tr w:rsidR="001C0DEA" w:rsidRPr="001C0DEA" w14:paraId="5943D36D" w14:textId="77777777" w:rsidTr="001C0DEA">
        <w:trPr>
          <w:trHeight w:val="288"/>
        </w:trPr>
        <w:tc>
          <w:tcPr>
            <w:tcW w:w="680" w:type="dxa"/>
            <w:shd w:val="clear" w:color="auto" w:fill="auto"/>
            <w:hideMark/>
          </w:tcPr>
          <w:p w14:paraId="714DEBF2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5619315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bottom"/>
            <w:hideMark/>
          </w:tcPr>
          <w:p w14:paraId="1B546353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d.</w:t>
            </w:r>
          </w:p>
        </w:tc>
        <w:tc>
          <w:tcPr>
            <w:tcW w:w="12788" w:type="dxa"/>
            <w:shd w:val="clear" w:color="auto" w:fill="auto"/>
            <w:noWrap/>
            <w:vAlign w:val="bottom"/>
            <w:hideMark/>
          </w:tcPr>
          <w:p w14:paraId="0F7320B3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contribuie la realizarea a mai mult de 4 indicatori de realizare și rezultat ai apelului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4EBA39AF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15</w:t>
            </w:r>
          </w:p>
        </w:tc>
      </w:tr>
      <w:tr w:rsidR="006446D7" w:rsidRPr="001C0DEA" w14:paraId="46E93E7B" w14:textId="77777777" w:rsidTr="006446D7">
        <w:trPr>
          <w:trHeight w:val="576"/>
        </w:trPr>
        <w:tc>
          <w:tcPr>
            <w:tcW w:w="680" w:type="dxa"/>
            <w:shd w:val="clear" w:color="auto" w:fill="D9E2F3" w:themeFill="accent1" w:themeFillTint="33"/>
            <w:hideMark/>
          </w:tcPr>
          <w:p w14:paraId="1A12E92C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1.4</w:t>
            </w:r>
          </w:p>
        </w:tc>
        <w:tc>
          <w:tcPr>
            <w:tcW w:w="13759" w:type="dxa"/>
            <w:gridSpan w:val="3"/>
            <w:shd w:val="clear" w:color="auto" w:fill="D9E2F3" w:themeFill="accent1" w:themeFillTint="33"/>
            <w:hideMark/>
          </w:tcPr>
          <w:p w14:paraId="1C96684B" w14:textId="77777777" w:rsidR="00A73F30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Abordarea strategică și complementaritatea cu alte inițiative. </w:t>
            </w:r>
          </w:p>
          <w:p w14:paraId="6287F807" w14:textId="456A5D9F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Criteriu digitalizat. Se va selecta una din </w:t>
            </w:r>
            <w:r w:rsidRPr="00A73F30">
              <w:rPr>
                <w:rFonts w:ascii="Calibri" w:hAnsi="Calibri" w:cs="Calibri"/>
                <w:sz w:val="22"/>
                <w:szCs w:val="22"/>
                <w:lang w:eastAsia="ro-RO"/>
              </w:rPr>
              <w:t>opțiunile</w:t>
            </w: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de la a sau b</w:t>
            </w:r>
          </w:p>
        </w:tc>
        <w:tc>
          <w:tcPr>
            <w:tcW w:w="980" w:type="dxa"/>
            <w:shd w:val="clear" w:color="auto" w:fill="D9E2F3" w:themeFill="accent1" w:themeFillTint="33"/>
            <w:noWrap/>
            <w:vAlign w:val="bottom"/>
            <w:hideMark/>
          </w:tcPr>
          <w:p w14:paraId="1543037B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12</w:t>
            </w:r>
          </w:p>
        </w:tc>
      </w:tr>
      <w:tr w:rsidR="001C0DEA" w:rsidRPr="001C0DEA" w14:paraId="18193838" w14:textId="77777777" w:rsidTr="001C0DEA">
        <w:trPr>
          <w:trHeight w:val="576"/>
        </w:trPr>
        <w:tc>
          <w:tcPr>
            <w:tcW w:w="680" w:type="dxa"/>
            <w:shd w:val="clear" w:color="auto" w:fill="auto"/>
            <w:hideMark/>
          </w:tcPr>
          <w:p w14:paraId="7D0EC261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A44114E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bottom"/>
            <w:hideMark/>
          </w:tcPr>
          <w:p w14:paraId="60589FCC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a. </w:t>
            </w:r>
          </w:p>
        </w:tc>
        <w:tc>
          <w:tcPr>
            <w:tcW w:w="12788" w:type="dxa"/>
            <w:shd w:val="clear" w:color="auto" w:fill="auto"/>
            <w:vAlign w:val="bottom"/>
            <w:hideMark/>
          </w:tcPr>
          <w:p w14:paraId="42F7335F" w14:textId="1F2268F3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Proiectul extinde sau îmbunătățește inițiative similare, anterioare ale solicitantului sau acționează simultan si/sau complementar altor </w:t>
            </w:r>
            <w:r w:rsidR="00A73F30"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inițiative</w:t>
            </w: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proprii sau externe finanțate din fonduri publice sau private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207A8A52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12</w:t>
            </w:r>
          </w:p>
        </w:tc>
      </w:tr>
      <w:tr w:rsidR="001C0DEA" w:rsidRPr="001C0DEA" w14:paraId="78004964" w14:textId="77777777" w:rsidTr="001C0DEA">
        <w:trPr>
          <w:trHeight w:val="576"/>
        </w:trPr>
        <w:tc>
          <w:tcPr>
            <w:tcW w:w="680" w:type="dxa"/>
            <w:shd w:val="clear" w:color="auto" w:fill="auto"/>
            <w:hideMark/>
          </w:tcPr>
          <w:p w14:paraId="1A8E7A50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6F70ADA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bottom"/>
            <w:hideMark/>
          </w:tcPr>
          <w:p w14:paraId="2E684B73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b. </w:t>
            </w:r>
          </w:p>
        </w:tc>
        <w:tc>
          <w:tcPr>
            <w:tcW w:w="12788" w:type="dxa"/>
            <w:shd w:val="clear" w:color="auto" w:fill="auto"/>
            <w:vAlign w:val="bottom"/>
            <w:hideMark/>
          </w:tcPr>
          <w:p w14:paraId="72235716" w14:textId="38685FC9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Proiectul nu extinde sau îmbunătățește inițiative similare, anterioare ale solicitantului sau nu acționează simultan si/sau complementar altor </w:t>
            </w:r>
            <w:r w:rsidR="00A73F30"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inițiative</w:t>
            </w: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proprii sau externe </w:t>
            </w:r>
            <w:r w:rsidR="00A73F30"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finanțate</w:t>
            </w: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din fonduri publice sau private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50D0DECD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0</w:t>
            </w:r>
          </w:p>
        </w:tc>
      </w:tr>
      <w:tr w:rsidR="006446D7" w:rsidRPr="001C0DEA" w14:paraId="24F71BED" w14:textId="77777777" w:rsidTr="006446D7">
        <w:trPr>
          <w:trHeight w:val="288"/>
        </w:trPr>
        <w:tc>
          <w:tcPr>
            <w:tcW w:w="680" w:type="dxa"/>
            <w:shd w:val="clear" w:color="auto" w:fill="2E74B5"/>
            <w:noWrap/>
            <w:vAlign w:val="center"/>
            <w:hideMark/>
          </w:tcPr>
          <w:p w14:paraId="3E0C8940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3759" w:type="dxa"/>
            <w:gridSpan w:val="3"/>
            <w:shd w:val="clear" w:color="auto" w:fill="2E74B5"/>
            <w:vAlign w:val="center"/>
            <w:hideMark/>
          </w:tcPr>
          <w:p w14:paraId="01FA22E9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CALITATEA, MATURITATEA PROIECTULUI</w:t>
            </w:r>
          </w:p>
        </w:tc>
        <w:tc>
          <w:tcPr>
            <w:tcW w:w="980" w:type="dxa"/>
            <w:shd w:val="clear" w:color="auto" w:fill="2E74B5"/>
            <w:noWrap/>
            <w:vAlign w:val="center"/>
            <w:hideMark/>
          </w:tcPr>
          <w:p w14:paraId="741A0322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50</w:t>
            </w:r>
          </w:p>
        </w:tc>
      </w:tr>
      <w:tr w:rsidR="006446D7" w:rsidRPr="001C0DEA" w14:paraId="76EC0732" w14:textId="77777777" w:rsidTr="006446D7">
        <w:trPr>
          <w:trHeight w:val="552"/>
        </w:trPr>
        <w:tc>
          <w:tcPr>
            <w:tcW w:w="680" w:type="dxa"/>
            <w:shd w:val="clear" w:color="auto" w:fill="D9E2F3" w:themeFill="accent1" w:themeFillTint="33"/>
            <w:noWrap/>
            <w:vAlign w:val="center"/>
            <w:hideMark/>
          </w:tcPr>
          <w:p w14:paraId="36F72525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2.1. </w:t>
            </w:r>
          </w:p>
        </w:tc>
        <w:tc>
          <w:tcPr>
            <w:tcW w:w="13759" w:type="dxa"/>
            <w:gridSpan w:val="3"/>
            <w:shd w:val="clear" w:color="auto" w:fill="D9E2F3" w:themeFill="accent1" w:themeFillTint="33"/>
            <w:vAlign w:val="center"/>
            <w:hideMark/>
          </w:tcPr>
          <w:p w14:paraId="101C33A0" w14:textId="77777777" w:rsidR="006446D7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Nivelul de implicare al solicitantului in activitățile acțiunii finanțată prin programul OE . </w:t>
            </w:r>
          </w:p>
          <w:p w14:paraId="4258D24F" w14:textId="47E3FAE0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  <w:lang w:eastAsia="ro-RO"/>
              </w:rPr>
              <w:t xml:space="preserve"> </w:t>
            </w: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Criteriu digitalizat. Se va selecta una din </w:t>
            </w:r>
            <w:r w:rsidRPr="00A73F30">
              <w:rPr>
                <w:rFonts w:ascii="Calibri" w:hAnsi="Calibri" w:cs="Calibri"/>
                <w:sz w:val="22"/>
                <w:szCs w:val="22"/>
                <w:lang w:eastAsia="ro-RO"/>
              </w:rPr>
              <w:t>opțiunile</w:t>
            </w: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de la a sau b</w:t>
            </w:r>
          </w:p>
        </w:tc>
        <w:tc>
          <w:tcPr>
            <w:tcW w:w="980" w:type="dxa"/>
            <w:shd w:val="clear" w:color="auto" w:fill="D9E2F3" w:themeFill="accent1" w:themeFillTint="33"/>
            <w:noWrap/>
            <w:vAlign w:val="center"/>
            <w:hideMark/>
          </w:tcPr>
          <w:p w14:paraId="648900AE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15</w:t>
            </w:r>
          </w:p>
        </w:tc>
      </w:tr>
      <w:tr w:rsidR="001C0DEA" w:rsidRPr="001C0DEA" w14:paraId="4F266BBC" w14:textId="77777777" w:rsidTr="0032142E">
        <w:trPr>
          <w:trHeight w:val="197"/>
        </w:trPr>
        <w:tc>
          <w:tcPr>
            <w:tcW w:w="680" w:type="dxa"/>
            <w:shd w:val="clear" w:color="auto" w:fill="auto"/>
            <w:noWrap/>
            <w:vAlign w:val="center"/>
            <w:hideMark/>
          </w:tcPr>
          <w:p w14:paraId="57DD1042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14:paraId="56C5A0FF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center"/>
            <w:hideMark/>
          </w:tcPr>
          <w:p w14:paraId="76BE3B7D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12788" w:type="dxa"/>
            <w:shd w:val="clear" w:color="auto" w:fill="auto"/>
            <w:vAlign w:val="center"/>
            <w:hideMark/>
          </w:tcPr>
          <w:p w14:paraId="7AFD16FA" w14:textId="3594BDDA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Solicitantul are un rol important în derularea activităților de CDI ale proiectului cofinanțat din programul Orizont Europa: este partener lider sau lider de pachet de lucru pentru activități de CDI, contribuția aplicantului are un impact semnificativ la realizarea proiectului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A677CAA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15</w:t>
            </w:r>
          </w:p>
        </w:tc>
      </w:tr>
      <w:tr w:rsidR="001C0DEA" w:rsidRPr="001C0DEA" w14:paraId="0DDD4736" w14:textId="77777777" w:rsidTr="0032142E">
        <w:trPr>
          <w:trHeight w:val="53"/>
        </w:trPr>
        <w:tc>
          <w:tcPr>
            <w:tcW w:w="680" w:type="dxa"/>
            <w:shd w:val="clear" w:color="auto" w:fill="auto"/>
            <w:noWrap/>
            <w:vAlign w:val="center"/>
            <w:hideMark/>
          </w:tcPr>
          <w:p w14:paraId="0FFFED4E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14:paraId="683F934A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center"/>
            <w:hideMark/>
          </w:tcPr>
          <w:p w14:paraId="6A02626F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12788" w:type="dxa"/>
            <w:shd w:val="clear" w:color="auto" w:fill="auto"/>
            <w:vAlign w:val="center"/>
            <w:hideMark/>
          </w:tcPr>
          <w:p w14:paraId="78873362" w14:textId="4179B09A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Solicitantul desfășoară activități de CDI sub coordonarea altor organizații partenere 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5CB287D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5</w:t>
            </w:r>
          </w:p>
        </w:tc>
      </w:tr>
      <w:tr w:rsidR="006446D7" w:rsidRPr="001C0DEA" w14:paraId="33C71E88" w14:textId="77777777" w:rsidTr="006446D7">
        <w:trPr>
          <w:trHeight w:val="936"/>
        </w:trPr>
        <w:tc>
          <w:tcPr>
            <w:tcW w:w="680" w:type="dxa"/>
            <w:shd w:val="clear" w:color="auto" w:fill="D9E2F3" w:themeFill="accent1" w:themeFillTint="33"/>
            <w:noWrap/>
            <w:vAlign w:val="center"/>
            <w:hideMark/>
          </w:tcPr>
          <w:p w14:paraId="7D01A992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2.2. </w:t>
            </w:r>
          </w:p>
        </w:tc>
        <w:tc>
          <w:tcPr>
            <w:tcW w:w="13759" w:type="dxa"/>
            <w:gridSpan w:val="3"/>
            <w:shd w:val="clear" w:color="auto" w:fill="D9E2F3" w:themeFill="accent1" w:themeFillTint="33"/>
            <w:vAlign w:val="center"/>
            <w:hideMark/>
          </w:tcPr>
          <w:p w14:paraId="2AFFA87A" w14:textId="77777777" w:rsidR="00A73F30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Activitatea/Activitățile de cercetare industrială și/sau dezvoltare experimentală pe care o/le desfășoară organizația solicitant are/ au ca rezultat atingerea următoarele niveluri de pregătire tehnologică. </w:t>
            </w:r>
          </w:p>
          <w:p w14:paraId="43D346C4" w14:textId="6847F144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Criteriu digitalizat. Se va selecta una din </w:t>
            </w:r>
            <w:r w:rsidRPr="00A73F30">
              <w:rPr>
                <w:rFonts w:ascii="Calibri" w:hAnsi="Calibri" w:cs="Calibri"/>
                <w:sz w:val="22"/>
                <w:szCs w:val="22"/>
                <w:lang w:eastAsia="ro-RO"/>
              </w:rPr>
              <w:t>opțiunile</w:t>
            </w: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de la punctele a, b, c sau d. Punctarea cu zero la acest subcriteriu duce la respingerea proiectului.</w:t>
            </w:r>
          </w:p>
        </w:tc>
        <w:tc>
          <w:tcPr>
            <w:tcW w:w="980" w:type="dxa"/>
            <w:shd w:val="clear" w:color="auto" w:fill="D9E2F3" w:themeFill="accent1" w:themeFillTint="33"/>
            <w:noWrap/>
            <w:vAlign w:val="center"/>
            <w:hideMark/>
          </w:tcPr>
          <w:p w14:paraId="1B4EA971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10</w:t>
            </w:r>
          </w:p>
        </w:tc>
      </w:tr>
      <w:tr w:rsidR="001C0DEA" w:rsidRPr="001C0DEA" w14:paraId="75AC4DBC" w14:textId="77777777" w:rsidTr="001C0DEA">
        <w:trPr>
          <w:trHeight w:val="288"/>
        </w:trPr>
        <w:tc>
          <w:tcPr>
            <w:tcW w:w="680" w:type="dxa"/>
            <w:shd w:val="clear" w:color="auto" w:fill="auto"/>
            <w:noWrap/>
            <w:vAlign w:val="center"/>
            <w:hideMark/>
          </w:tcPr>
          <w:p w14:paraId="78EB1002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14:paraId="6CD21D4D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bottom"/>
            <w:hideMark/>
          </w:tcPr>
          <w:p w14:paraId="53BB077C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12788" w:type="dxa"/>
            <w:shd w:val="clear" w:color="auto" w:fill="auto"/>
            <w:noWrap/>
            <w:vAlign w:val="bottom"/>
            <w:hideMark/>
          </w:tcPr>
          <w:p w14:paraId="491B0B45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TRL ≥3 și ≤ 5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2D8C2D22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4</w:t>
            </w:r>
          </w:p>
        </w:tc>
      </w:tr>
      <w:tr w:rsidR="001C0DEA" w:rsidRPr="001C0DEA" w14:paraId="1F46C54E" w14:textId="77777777" w:rsidTr="001C0DEA">
        <w:trPr>
          <w:trHeight w:val="288"/>
        </w:trPr>
        <w:tc>
          <w:tcPr>
            <w:tcW w:w="680" w:type="dxa"/>
            <w:shd w:val="clear" w:color="auto" w:fill="auto"/>
            <w:noWrap/>
            <w:vAlign w:val="center"/>
            <w:hideMark/>
          </w:tcPr>
          <w:p w14:paraId="6E2F2413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14:paraId="2187D3A2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bottom"/>
            <w:hideMark/>
          </w:tcPr>
          <w:p w14:paraId="72CEA286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12788" w:type="dxa"/>
            <w:shd w:val="clear" w:color="auto" w:fill="auto"/>
            <w:noWrap/>
            <w:vAlign w:val="bottom"/>
            <w:hideMark/>
          </w:tcPr>
          <w:p w14:paraId="7C3DE31D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TRL = 6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6D3EDA3A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6</w:t>
            </w:r>
          </w:p>
        </w:tc>
      </w:tr>
      <w:tr w:rsidR="001C0DEA" w:rsidRPr="001C0DEA" w14:paraId="2C58BFB0" w14:textId="77777777" w:rsidTr="001C0DEA">
        <w:trPr>
          <w:trHeight w:val="288"/>
        </w:trPr>
        <w:tc>
          <w:tcPr>
            <w:tcW w:w="680" w:type="dxa"/>
            <w:shd w:val="clear" w:color="auto" w:fill="auto"/>
            <w:noWrap/>
            <w:vAlign w:val="center"/>
            <w:hideMark/>
          </w:tcPr>
          <w:p w14:paraId="790BF9E7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</w:p>
        </w:tc>
        <w:tc>
          <w:tcPr>
            <w:tcW w:w="578" w:type="dxa"/>
            <w:shd w:val="clear" w:color="auto" w:fill="auto"/>
            <w:vAlign w:val="center"/>
            <w:hideMark/>
          </w:tcPr>
          <w:p w14:paraId="5B7F1870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bottom"/>
            <w:hideMark/>
          </w:tcPr>
          <w:p w14:paraId="35D974E7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c.</w:t>
            </w:r>
          </w:p>
        </w:tc>
        <w:tc>
          <w:tcPr>
            <w:tcW w:w="12788" w:type="dxa"/>
            <w:shd w:val="clear" w:color="auto" w:fill="auto"/>
            <w:noWrap/>
            <w:vAlign w:val="bottom"/>
            <w:hideMark/>
          </w:tcPr>
          <w:p w14:paraId="72669130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TRL ≥ 6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63DCE562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10</w:t>
            </w:r>
          </w:p>
        </w:tc>
      </w:tr>
      <w:tr w:rsidR="001C0DEA" w:rsidRPr="001C0DEA" w14:paraId="285A9818" w14:textId="77777777" w:rsidTr="001C0DEA">
        <w:trPr>
          <w:trHeight w:val="288"/>
        </w:trPr>
        <w:tc>
          <w:tcPr>
            <w:tcW w:w="680" w:type="dxa"/>
            <w:shd w:val="clear" w:color="auto" w:fill="auto"/>
            <w:noWrap/>
            <w:vAlign w:val="center"/>
            <w:hideMark/>
          </w:tcPr>
          <w:p w14:paraId="63BE89AB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FB450F2" w14:textId="77777777" w:rsidR="001C0DEA" w:rsidRPr="001C0DEA" w:rsidRDefault="001C0DEA" w:rsidP="006446D7">
            <w:pPr>
              <w:rPr>
                <w:rFonts w:ascii="Calibri" w:hAnsi="Calibri" w:cs="Calibri"/>
                <w:color w:val="FF0000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color w:val="FF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bottom"/>
            <w:hideMark/>
          </w:tcPr>
          <w:p w14:paraId="63921600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d</w:t>
            </w:r>
          </w:p>
        </w:tc>
        <w:tc>
          <w:tcPr>
            <w:tcW w:w="12788" w:type="dxa"/>
            <w:shd w:val="clear" w:color="auto" w:fill="auto"/>
            <w:vAlign w:val="bottom"/>
            <w:hideMark/>
          </w:tcPr>
          <w:p w14:paraId="7662DFC7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TRL≤ 2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4A2FD712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0</w:t>
            </w:r>
          </w:p>
        </w:tc>
      </w:tr>
      <w:tr w:rsidR="006446D7" w:rsidRPr="001C0DEA" w14:paraId="78235C9C" w14:textId="77777777" w:rsidTr="006446D7">
        <w:trPr>
          <w:trHeight w:val="492"/>
        </w:trPr>
        <w:tc>
          <w:tcPr>
            <w:tcW w:w="680" w:type="dxa"/>
            <w:shd w:val="clear" w:color="auto" w:fill="D9E2F3" w:themeFill="accent1" w:themeFillTint="33"/>
            <w:noWrap/>
            <w:vAlign w:val="center"/>
            <w:hideMark/>
          </w:tcPr>
          <w:p w14:paraId="3689A04B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2.3. </w:t>
            </w:r>
          </w:p>
        </w:tc>
        <w:tc>
          <w:tcPr>
            <w:tcW w:w="13759" w:type="dxa"/>
            <w:gridSpan w:val="3"/>
            <w:shd w:val="clear" w:color="auto" w:fill="D9E2F3" w:themeFill="accent1" w:themeFillTint="33"/>
            <w:vAlign w:val="center"/>
            <w:hideMark/>
          </w:tcPr>
          <w:p w14:paraId="6D42A34C" w14:textId="77777777" w:rsidR="00A73F30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Măsuri de maximizare a impactului proiectului in regiunea centru/la nivelul organizației‐ diseminare, exploatare și comunicare. </w:t>
            </w:r>
          </w:p>
          <w:p w14:paraId="58D73356" w14:textId="2CEF23F1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</w:t>
            </w: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Punctajul este cumulativ.</w:t>
            </w:r>
          </w:p>
        </w:tc>
        <w:tc>
          <w:tcPr>
            <w:tcW w:w="980" w:type="dxa"/>
            <w:shd w:val="clear" w:color="auto" w:fill="D9E2F3" w:themeFill="accent1" w:themeFillTint="33"/>
            <w:noWrap/>
            <w:vAlign w:val="center"/>
            <w:hideMark/>
          </w:tcPr>
          <w:p w14:paraId="52D95F21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10</w:t>
            </w:r>
          </w:p>
        </w:tc>
      </w:tr>
      <w:tr w:rsidR="001C0DEA" w:rsidRPr="001C0DEA" w14:paraId="71348033" w14:textId="77777777" w:rsidTr="001C0DEA">
        <w:trPr>
          <w:trHeight w:val="576"/>
        </w:trPr>
        <w:tc>
          <w:tcPr>
            <w:tcW w:w="680" w:type="dxa"/>
            <w:shd w:val="clear" w:color="auto" w:fill="auto"/>
            <w:noWrap/>
            <w:vAlign w:val="center"/>
            <w:hideMark/>
          </w:tcPr>
          <w:p w14:paraId="7FA4D4E3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188115B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center"/>
            <w:hideMark/>
          </w:tcPr>
          <w:p w14:paraId="0C0ECADF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12788" w:type="dxa"/>
            <w:shd w:val="clear" w:color="auto" w:fill="auto"/>
            <w:vAlign w:val="bottom"/>
            <w:hideMark/>
          </w:tcPr>
          <w:p w14:paraId="2E897566" w14:textId="38F78345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proiectul prevede măsuri de comunicare eficiente și adecvate a rezultatelor, impactului si beneficiilor cercetării  </w:t>
            </w:r>
            <w:r w:rsidR="00A73F30"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către</w:t>
            </w: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comunitatea științifică, alte organizații/actori interesați: în special industria, factorii de decizie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A69A038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3</w:t>
            </w:r>
          </w:p>
        </w:tc>
      </w:tr>
      <w:tr w:rsidR="001C0DEA" w:rsidRPr="001C0DEA" w14:paraId="6FAE30F5" w14:textId="77777777" w:rsidTr="001C0DEA">
        <w:trPr>
          <w:trHeight w:val="576"/>
        </w:trPr>
        <w:tc>
          <w:tcPr>
            <w:tcW w:w="680" w:type="dxa"/>
            <w:shd w:val="clear" w:color="auto" w:fill="auto"/>
            <w:noWrap/>
            <w:vAlign w:val="center"/>
            <w:hideMark/>
          </w:tcPr>
          <w:p w14:paraId="06270809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26BFD24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center"/>
            <w:hideMark/>
          </w:tcPr>
          <w:p w14:paraId="23DB0693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12788" w:type="dxa"/>
            <w:shd w:val="clear" w:color="auto" w:fill="auto"/>
            <w:vAlign w:val="bottom"/>
            <w:hideMark/>
          </w:tcPr>
          <w:p w14:paraId="24980D98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proiectul prevede măsuri concrete de exploatare a rezultatelor prin utilizarea în mod concret a inovațiilor/inovației pentru partenerii de proiect, start‐</w:t>
            </w:r>
            <w:proofErr w:type="spellStart"/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up</w:t>
            </w:r>
            <w:proofErr w:type="spellEnd"/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‐uri, industrie, etc., prin crearea de spin‐off‐uri si start‐</w:t>
            </w:r>
            <w:proofErr w:type="spellStart"/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up</w:t>
            </w:r>
            <w:proofErr w:type="spellEnd"/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‐uri, standarde, produse, servicii, brevete. 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84E520A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7</w:t>
            </w:r>
          </w:p>
        </w:tc>
      </w:tr>
      <w:tr w:rsidR="006446D7" w:rsidRPr="001C0DEA" w14:paraId="468225D6" w14:textId="77777777" w:rsidTr="00A73F30">
        <w:trPr>
          <w:trHeight w:val="53"/>
        </w:trPr>
        <w:tc>
          <w:tcPr>
            <w:tcW w:w="680" w:type="dxa"/>
            <w:shd w:val="clear" w:color="auto" w:fill="auto"/>
            <w:noWrap/>
          </w:tcPr>
          <w:p w14:paraId="4F36CA3D" w14:textId="77777777" w:rsidR="006446D7" w:rsidRPr="001C0DEA" w:rsidRDefault="006446D7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578" w:type="dxa"/>
            <w:shd w:val="clear" w:color="auto" w:fill="auto"/>
            <w:noWrap/>
          </w:tcPr>
          <w:p w14:paraId="03F978CE" w14:textId="77777777" w:rsidR="006446D7" w:rsidRPr="001C0DEA" w:rsidRDefault="006446D7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</w:p>
        </w:tc>
        <w:tc>
          <w:tcPr>
            <w:tcW w:w="393" w:type="dxa"/>
            <w:shd w:val="clear" w:color="auto" w:fill="auto"/>
            <w:noWrap/>
          </w:tcPr>
          <w:p w14:paraId="149C26DE" w14:textId="51F46CF6" w:rsidR="006446D7" w:rsidRPr="001C0DEA" w:rsidRDefault="006446D7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>
              <w:rPr>
                <w:rFonts w:ascii="Calibri" w:hAnsi="Calibri" w:cs="Calibri"/>
                <w:sz w:val="22"/>
                <w:szCs w:val="22"/>
                <w:lang w:eastAsia="ro-RO"/>
              </w:rPr>
              <w:t>c</w:t>
            </w:r>
            <w:r w:rsidR="00A73F30">
              <w:rPr>
                <w:rFonts w:ascii="Calibri" w:hAnsi="Calibri" w:cs="Calibri"/>
                <w:sz w:val="22"/>
                <w:szCs w:val="22"/>
                <w:lang w:eastAsia="ro-RO"/>
              </w:rPr>
              <w:t>.</w:t>
            </w:r>
          </w:p>
        </w:tc>
        <w:tc>
          <w:tcPr>
            <w:tcW w:w="12788" w:type="dxa"/>
            <w:shd w:val="clear" w:color="auto" w:fill="auto"/>
          </w:tcPr>
          <w:p w14:paraId="458BD6AF" w14:textId="5E75CD0A" w:rsidR="006446D7" w:rsidRPr="001C0DEA" w:rsidRDefault="006446D7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Prin </w:t>
            </w:r>
            <w:r w:rsidR="00A73F30">
              <w:rPr>
                <w:rFonts w:ascii="Calibri" w:hAnsi="Calibri" w:cs="Calibri"/>
                <w:sz w:val="22"/>
                <w:szCs w:val="22"/>
                <w:lang w:eastAsia="ro-RO"/>
              </w:rPr>
              <w:t>proiect</w:t>
            </w:r>
            <w:r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nu sunt prevăzute măsuri de comunicare </w:t>
            </w:r>
            <w:r w:rsidR="00A73F30">
              <w:rPr>
                <w:rFonts w:ascii="Calibri" w:hAnsi="Calibri" w:cs="Calibri"/>
                <w:sz w:val="22"/>
                <w:szCs w:val="22"/>
                <w:lang w:eastAsia="ro-RO"/>
              </w:rPr>
              <w:t>conform pct. a sau b.</w:t>
            </w:r>
          </w:p>
        </w:tc>
        <w:tc>
          <w:tcPr>
            <w:tcW w:w="980" w:type="dxa"/>
            <w:shd w:val="clear" w:color="auto" w:fill="auto"/>
            <w:noWrap/>
          </w:tcPr>
          <w:p w14:paraId="20B7CEB8" w14:textId="2042C723" w:rsidR="006446D7" w:rsidRPr="001C0DEA" w:rsidRDefault="00A73F30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0</w:t>
            </w:r>
          </w:p>
        </w:tc>
      </w:tr>
      <w:tr w:rsidR="006446D7" w:rsidRPr="001C0DEA" w14:paraId="555508C3" w14:textId="77777777" w:rsidTr="006446D7">
        <w:trPr>
          <w:trHeight w:val="288"/>
        </w:trPr>
        <w:tc>
          <w:tcPr>
            <w:tcW w:w="680" w:type="dxa"/>
            <w:shd w:val="clear" w:color="auto" w:fill="D9E2F3" w:themeFill="accent1" w:themeFillTint="33"/>
            <w:noWrap/>
            <w:vAlign w:val="center"/>
            <w:hideMark/>
          </w:tcPr>
          <w:p w14:paraId="6ECA66B2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2.4</w:t>
            </w:r>
          </w:p>
        </w:tc>
        <w:tc>
          <w:tcPr>
            <w:tcW w:w="13759" w:type="dxa"/>
            <w:gridSpan w:val="3"/>
            <w:shd w:val="clear" w:color="auto" w:fill="D9E2F3" w:themeFill="accent1" w:themeFillTint="33"/>
            <w:vAlign w:val="center"/>
            <w:hideMark/>
          </w:tcPr>
          <w:p w14:paraId="65D2AEBA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Calitatea bugetului</w:t>
            </w:r>
          </w:p>
        </w:tc>
        <w:tc>
          <w:tcPr>
            <w:tcW w:w="980" w:type="dxa"/>
            <w:shd w:val="clear" w:color="auto" w:fill="D9E2F3" w:themeFill="accent1" w:themeFillTint="33"/>
            <w:noWrap/>
            <w:vAlign w:val="center"/>
            <w:hideMark/>
          </w:tcPr>
          <w:p w14:paraId="5E85FD58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10</w:t>
            </w:r>
          </w:p>
        </w:tc>
      </w:tr>
      <w:tr w:rsidR="006446D7" w:rsidRPr="001C0DEA" w14:paraId="6CFB257A" w14:textId="77777777" w:rsidTr="001C0DEA">
        <w:trPr>
          <w:trHeight w:val="540"/>
        </w:trPr>
        <w:tc>
          <w:tcPr>
            <w:tcW w:w="680" w:type="dxa"/>
            <w:shd w:val="clear" w:color="auto" w:fill="auto"/>
            <w:noWrap/>
            <w:vAlign w:val="center"/>
            <w:hideMark/>
          </w:tcPr>
          <w:p w14:paraId="3A3DFAFB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578" w:type="dxa"/>
            <w:shd w:val="clear" w:color="000000" w:fill="D9D9D9"/>
            <w:noWrap/>
            <w:vAlign w:val="center"/>
            <w:hideMark/>
          </w:tcPr>
          <w:p w14:paraId="76D2365D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center"/>
            <w:hideMark/>
          </w:tcPr>
          <w:p w14:paraId="797C7D0D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12788" w:type="dxa"/>
            <w:shd w:val="clear" w:color="000000" w:fill="FFFFFF"/>
            <w:vAlign w:val="center"/>
            <w:hideMark/>
          </w:tcPr>
          <w:p w14:paraId="37D651E3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Bugetul este corelat cu proiectul selectat la finanțare,  cu informațiile menționate în acordul de grant. Bugetul este încadrat pe tipuri de activități eligibile aferente solicitantului.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410362D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10</w:t>
            </w:r>
          </w:p>
        </w:tc>
      </w:tr>
      <w:tr w:rsidR="006446D7" w:rsidRPr="001C0DEA" w14:paraId="56C7AC10" w14:textId="77777777" w:rsidTr="001C0DEA">
        <w:trPr>
          <w:trHeight w:val="540"/>
        </w:trPr>
        <w:tc>
          <w:tcPr>
            <w:tcW w:w="680" w:type="dxa"/>
            <w:shd w:val="clear" w:color="auto" w:fill="auto"/>
            <w:noWrap/>
            <w:vAlign w:val="center"/>
          </w:tcPr>
          <w:p w14:paraId="2F1833B3" w14:textId="77777777" w:rsidR="006446D7" w:rsidRPr="001C0DEA" w:rsidRDefault="006446D7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</w:p>
        </w:tc>
        <w:tc>
          <w:tcPr>
            <w:tcW w:w="578" w:type="dxa"/>
            <w:shd w:val="clear" w:color="000000" w:fill="D9D9D9"/>
            <w:noWrap/>
            <w:vAlign w:val="center"/>
          </w:tcPr>
          <w:p w14:paraId="4E843750" w14:textId="77777777" w:rsidR="006446D7" w:rsidRPr="001C0DEA" w:rsidRDefault="006446D7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</w:p>
        </w:tc>
        <w:tc>
          <w:tcPr>
            <w:tcW w:w="393" w:type="dxa"/>
            <w:shd w:val="clear" w:color="auto" w:fill="auto"/>
            <w:noWrap/>
            <w:vAlign w:val="center"/>
          </w:tcPr>
          <w:p w14:paraId="414AD75F" w14:textId="157DD3D1" w:rsidR="006446D7" w:rsidRPr="001C0DEA" w:rsidRDefault="006446D7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12788" w:type="dxa"/>
            <w:shd w:val="clear" w:color="000000" w:fill="FFFFFF"/>
            <w:vAlign w:val="center"/>
          </w:tcPr>
          <w:p w14:paraId="6F353325" w14:textId="1184AD3D" w:rsidR="006446D7" w:rsidRPr="001C0DEA" w:rsidRDefault="006446D7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Bugetul </w:t>
            </w:r>
            <w:r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nu </w:t>
            </w: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este corelat cu proiectul selectat la finanțare</w:t>
            </w:r>
            <w:r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și</w:t>
            </w: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 cu informațiile menționate în acordul de grant. 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14:paraId="66F81843" w14:textId="29F6BE93" w:rsidR="006446D7" w:rsidRPr="001C0DEA" w:rsidRDefault="006446D7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0</w:t>
            </w:r>
          </w:p>
        </w:tc>
      </w:tr>
      <w:tr w:rsidR="006446D7" w:rsidRPr="001C0DEA" w14:paraId="29A1C6D0" w14:textId="77777777" w:rsidTr="006446D7">
        <w:trPr>
          <w:trHeight w:val="288"/>
        </w:trPr>
        <w:tc>
          <w:tcPr>
            <w:tcW w:w="680" w:type="dxa"/>
            <w:shd w:val="clear" w:color="auto" w:fill="D9E2F3" w:themeFill="accent1" w:themeFillTint="33"/>
            <w:noWrap/>
            <w:vAlign w:val="center"/>
            <w:hideMark/>
          </w:tcPr>
          <w:p w14:paraId="3E4E1EE0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2.5</w:t>
            </w:r>
          </w:p>
        </w:tc>
        <w:tc>
          <w:tcPr>
            <w:tcW w:w="13759" w:type="dxa"/>
            <w:gridSpan w:val="3"/>
            <w:shd w:val="clear" w:color="auto" w:fill="D9E2F3" w:themeFill="accent1" w:themeFillTint="33"/>
            <w:vAlign w:val="center"/>
            <w:hideMark/>
          </w:tcPr>
          <w:p w14:paraId="560354CF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Maturitatea proiectului</w:t>
            </w:r>
          </w:p>
        </w:tc>
        <w:tc>
          <w:tcPr>
            <w:tcW w:w="980" w:type="dxa"/>
            <w:shd w:val="clear" w:color="auto" w:fill="D9E2F3" w:themeFill="accent1" w:themeFillTint="33"/>
            <w:noWrap/>
            <w:vAlign w:val="center"/>
            <w:hideMark/>
          </w:tcPr>
          <w:p w14:paraId="58D97672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5</w:t>
            </w:r>
          </w:p>
        </w:tc>
      </w:tr>
      <w:tr w:rsidR="001C0DEA" w:rsidRPr="001C0DEA" w14:paraId="4931564F" w14:textId="77777777" w:rsidTr="001C0DEA">
        <w:trPr>
          <w:trHeight w:val="492"/>
        </w:trPr>
        <w:tc>
          <w:tcPr>
            <w:tcW w:w="680" w:type="dxa"/>
            <w:shd w:val="clear" w:color="auto" w:fill="auto"/>
            <w:noWrap/>
            <w:vAlign w:val="center"/>
            <w:hideMark/>
          </w:tcPr>
          <w:p w14:paraId="3E54D368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578" w:type="dxa"/>
            <w:shd w:val="clear" w:color="000000" w:fill="D9D9D9"/>
            <w:noWrap/>
            <w:vAlign w:val="center"/>
            <w:hideMark/>
          </w:tcPr>
          <w:p w14:paraId="573F1F50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93" w:type="dxa"/>
            <w:shd w:val="clear" w:color="auto" w:fill="auto"/>
            <w:noWrap/>
            <w:vAlign w:val="center"/>
            <w:hideMark/>
          </w:tcPr>
          <w:p w14:paraId="2BA1146F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12788" w:type="dxa"/>
            <w:shd w:val="clear" w:color="auto" w:fill="auto"/>
            <w:vAlign w:val="center"/>
            <w:hideMark/>
          </w:tcPr>
          <w:p w14:paraId="5D99AE07" w14:textId="77777777" w:rsidR="001C0DEA" w:rsidRPr="001C0DEA" w:rsidRDefault="001C0DEA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Activitățile partenerului au fost demarate in conformitate cu acordul de grant încheiat, respectiv cu acțiunea (proiectul) anexă la acordul de grant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BB63C39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5</w:t>
            </w:r>
          </w:p>
        </w:tc>
      </w:tr>
      <w:tr w:rsidR="006446D7" w:rsidRPr="001C0DEA" w14:paraId="2718AA97" w14:textId="77777777" w:rsidTr="001C0DEA">
        <w:trPr>
          <w:trHeight w:val="492"/>
        </w:trPr>
        <w:tc>
          <w:tcPr>
            <w:tcW w:w="680" w:type="dxa"/>
            <w:shd w:val="clear" w:color="auto" w:fill="auto"/>
            <w:noWrap/>
            <w:vAlign w:val="center"/>
          </w:tcPr>
          <w:p w14:paraId="162B13E4" w14:textId="77777777" w:rsidR="006446D7" w:rsidRPr="001C0DEA" w:rsidRDefault="006446D7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</w:p>
        </w:tc>
        <w:tc>
          <w:tcPr>
            <w:tcW w:w="578" w:type="dxa"/>
            <w:shd w:val="clear" w:color="000000" w:fill="D9D9D9"/>
            <w:noWrap/>
            <w:vAlign w:val="center"/>
          </w:tcPr>
          <w:p w14:paraId="0DA6C755" w14:textId="77777777" w:rsidR="006446D7" w:rsidRPr="001C0DEA" w:rsidRDefault="006446D7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</w:p>
        </w:tc>
        <w:tc>
          <w:tcPr>
            <w:tcW w:w="393" w:type="dxa"/>
            <w:shd w:val="clear" w:color="auto" w:fill="auto"/>
            <w:noWrap/>
            <w:vAlign w:val="center"/>
          </w:tcPr>
          <w:p w14:paraId="5239C685" w14:textId="5A20265B" w:rsidR="006446D7" w:rsidRPr="001C0DEA" w:rsidRDefault="006446D7" w:rsidP="006446D7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>
              <w:rPr>
                <w:rFonts w:ascii="Calibri" w:hAnsi="Calibri" w:cs="Calibri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12788" w:type="dxa"/>
            <w:shd w:val="clear" w:color="auto" w:fill="auto"/>
            <w:vAlign w:val="center"/>
          </w:tcPr>
          <w:p w14:paraId="0D81B077" w14:textId="7247A70C" w:rsidR="006446D7" w:rsidRPr="001C0DEA" w:rsidRDefault="006446D7" w:rsidP="006446D7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Activitățile partenerului </w:t>
            </w:r>
            <w:r w:rsidRPr="006446D7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nu</w:t>
            </w:r>
            <w:r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</w:t>
            </w:r>
            <w:r w:rsidRPr="001C0DEA">
              <w:rPr>
                <w:rFonts w:ascii="Calibri" w:hAnsi="Calibri" w:cs="Calibri"/>
                <w:sz w:val="22"/>
                <w:szCs w:val="22"/>
                <w:lang w:eastAsia="ro-RO"/>
              </w:rPr>
              <w:t>au fost demarate in conformitate cu acordul de grant încheiat, respectiv cu acțiunea (proiectul) anexă la acordul de grant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14:paraId="435B7808" w14:textId="1E6C6A4C" w:rsidR="006446D7" w:rsidRPr="001C0DEA" w:rsidRDefault="006446D7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0</w:t>
            </w:r>
          </w:p>
        </w:tc>
      </w:tr>
      <w:tr w:rsidR="001C0DEA" w:rsidRPr="001C0DEA" w14:paraId="0B50497A" w14:textId="77777777" w:rsidTr="001C0DEA">
        <w:trPr>
          <w:trHeight w:val="240"/>
        </w:trPr>
        <w:tc>
          <w:tcPr>
            <w:tcW w:w="1651" w:type="dxa"/>
            <w:gridSpan w:val="3"/>
            <w:shd w:val="clear" w:color="auto" w:fill="auto"/>
            <w:noWrap/>
            <w:vAlign w:val="center"/>
            <w:hideMark/>
          </w:tcPr>
          <w:p w14:paraId="139F1D07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788" w:type="dxa"/>
            <w:shd w:val="clear" w:color="auto" w:fill="auto"/>
            <w:noWrap/>
            <w:vAlign w:val="center"/>
            <w:hideMark/>
          </w:tcPr>
          <w:p w14:paraId="5A294E0A" w14:textId="77777777" w:rsidR="001C0DEA" w:rsidRPr="001C0DEA" w:rsidRDefault="001C0DEA" w:rsidP="006446D7">
            <w:pPr>
              <w:rPr>
                <w:rFonts w:ascii="Calibri" w:hAnsi="Calibri" w:cs="Calibri"/>
                <w:b/>
                <w:bCs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lang w:eastAsia="ro-RO"/>
              </w:rPr>
              <w:t>TOTAL (punctajelor rotunjite, fără zecimale pentru criteriile 1,2)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7DA3ADD2" w14:textId="77777777" w:rsidR="001C0DEA" w:rsidRPr="001C0DEA" w:rsidRDefault="001C0DEA" w:rsidP="006446D7">
            <w:pPr>
              <w:jc w:val="center"/>
              <w:rPr>
                <w:rFonts w:ascii="Calibri" w:hAnsi="Calibri" w:cs="Calibri"/>
                <w:b/>
                <w:bCs/>
                <w:lang w:eastAsia="ro-RO"/>
              </w:rPr>
            </w:pPr>
            <w:r w:rsidRPr="001C0DEA">
              <w:rPr>
                <w:rFonts w:ascii="Calibri" w:hAnsi="Calibri" w:cs="Calibri"/>
                <w:b/>
                <w:bCs/>
                <w:lang w:eastAsia="ro-RO"/>
              </w:rPr>
              <w:t>100</w:t>
            </w:r>
          </w:p>
        </w:tc>
      </w:tr>
    </w:tbl>
    <w:p w14:paraId="0DD03C7D" w14:textId="08AD5065" w:rsidR="001C0DEA" w:rsidRPr="001C0DEA" w:rsidRDefault="001C0DEA" w:rsidP="006446D7">
      <w:pPr>
        <w:jc w:val="center"/>
        <w:rPr>
          <w:rFonts w:ascii="Calibri" w:eastAsia="Calibri" w:hAnsi="Calibri" w:cs="Calibri"/>
          <w:b/>
          <w:bCs/>
          <w:iCs/>
          <w:sz w:val="22"/>
          <w:szCs w:val="22"/>
          <w:lang w:eastAsia="ro-RO"/>
        </w:rPr>
      </w:pPr>
    </w:p>
    <w:p w14:paraId="50AABF42" w14:textId="77777777" w:rsidR="00115B97" w:rsidRPr="00115B97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115B97">
        <w:rPr>
          <w:rFonts w:ascii="Calibri" w:eastAsia="Calibri" w:hAnsi="Calibri" w:cs="Calibri"/>
          <w:b/>
          <w:bCs/>
          <w:iCs/>
          <w:lang w:eastAsia="ro-RO"/>
        </w:rPr>
        <w:t>Observații</w:t>
      </w:r>
    </w:p>
    <w:p w14:paraId="7AA0F2F3" w14:textId="3367A242" w:rsidR="00115B97" w:rsidRPr="00115B97" w:rsidRDefault="00A73F30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A73F30">
        <w:rPr>
          <w:rFonts w:ascii="Calibri" w:eastAsia="Calibri" w:hAnsi="Calibri" w:cs="Calibri"/>
          <w:bCs/>
          <w:iCs/>
          <w:lang w:eastAsia="ro-RO"/>
        </w:rPr>
        <w:t>**Notarea cu 0  a subcriteriilor 2.2 duce la respingerea proiectului</w:t>
      </w:r>
      <w:r w:rsidR="00115B97" w:rsidRPr="00115B97">
        <w:rPr>
          <w:rFonts w:ascii="Calibri" w:eastAsia="Calibri" w:hAnsi="Calibri" w:cs="Calibri"/>
          <w:b/>
          <w:bCs/>
          <w:iCs/>
          <w:lang w:eastAsia="ro-RO"/>
        </w:rPr>
        <w:tab/>
      </w:r>
      <w:r w:rsidR="00115B97" w:rsidRPr="00115B97">
        <w:rPr>
          <w:rFonts w:ascii="Calibri" w:eastAsia="Calibri" w:hAnsi="Calibri" w:cs="Calibri"/>
          <w:b/>
          <w:bCs/>
          <w:iCs/>
          <w:lang w:eastAsia="ro-RO"/>
        </w:rPr>
        <w:tab/>
      </w:r>
      <w:r w:rsidR="00115B97" w:rsidRPr="00115B97">
        <w:rPr>
          <w:rFonts w:ascii="Calibri" w:eastAsia="Calibri" w:hAnsi="Calibri" w:cs="Calibri"/>
          <w:b/>
          <w:bCs/>
          <w:iCs/>
          <w:lang w:eastAsia="ro-RO"/>
        </w:rPr>
        <w:tab/>
      </w:r>
    </w:p>
    <w:p w14:paraId="6F54A1B1" w14:textId="77777777" w:rsidR="00A73F30" w:rsidRDefault="00A73F30" w:rsidP="00A73F30">
      <w:pPr>
        <w:rPr>
          <w:rFonts w:ascii="Calibri" w:eastAsia="Calibri" w:hAnsi="Calibri" w:cs="Calibri"/>
          <w:b/>
          <w:bCs/>
          <w:iCs/>
          <w:lang w:eastAsia="ro-RO"/>
        </w:rPr>
      </w:pPr>
      <w:r w:rsidRPr="00A73F30">
        <w:rPr>
          <w:rFonts w:ascii="Calibri" w:eastAsia="Calibri" w:hAnsi="Calibri" w:cs="Calibri"/>
          <w:b/>
          <w:bCs/>
          <w:iCs/>
          <w:lang w:eastAsia="ro-RO"/>
        </w:rPr>
        <w:t xml:space="preserve">Se vor acorda doar punctaje întregi, fără zecimale. </w:t>
      </w:r>
    </w:p>
    <w:p w14:paraId="5933A318" w14:textId="77777777" w:rsidR="00A73F30" w:rsidRDefault="00A73F30" w:rsidP="00A73F30">
      <w:pPr>
        <w:rPr>
          <w:rFonts w:ascii="Calibri" w:eastAsia="Calibri" w:hAnsi="Calibri" w:cs="Calibri"/>
          <w:b/>
          <w:bCs/>
          <w:iCs/>
          <w:lang w:eastAsia="ro-RO"/>
        </w:rPr>
      </w:pPr>
    </w:p>
    <w:p w14:paraId="0D5A84E2" w14:textId="1CCC0049" w:rsidR="00A73F30" w:rsidRPr="00A73F30" w:rsidRDefault="00A73F30" w:rsidP="00A73F30">
      <w:pPr>
        <w:rPr>
          <w:rFonts w:ascii="Calibri" w:eastAsia="Calibri" w:hAnsi="Calibri" w:cs="Calibri"/>
          <w:iCs/>
          <w:lang w:eastAsia="ro-RO"/>
        </w:rPr>
      </w:pPr>
      <w:r w:rsidRPr="00A73F30">
        <w:rPr>
          <w:rFonts w:ascii="Calibri" w:eastAsia="Calibri" w:hAnsi="Calibri" w:cs="Calibri"/>
          <w:iCs/>
          <w:lang w:eastAsia="ro-RO"/>
        </w:rPr>
        <w:t>Un criteriu/subcriteriu se poate puncta inclusiv cu 0. Punctajul aferent unui criteriu reprezintă suma/media aritmetica a punctajelor obținute la fiecare subcriteriu aferent. Punctajul final reprezintă suma punctajelor obținute la cele  2 criterii. Punctarea fiecărui subcriteriu se face:</w:t>
      </w:r>
    </w:p>
    <w:p w14:paraId="64A8898C" w14:textId="77777777" w:rsidR="00A73F30" w:rsidRPr="00A73F30" w:rsidRDefault="00A73F30" w:rsidP="00A73F30">
      <w:pPr>
        <w:rPr>
          <w:rFonts w:ascii="Calibri" w:eastAsia="Calibri" w:hAnsi="Calibri" w:cs="Calibri"/>
          <w:iCs/>
          <w:lang w:eastAsia="ro-RO"/>
        </w:rPr>
      </w:pPr>
      <w:r w:rsidRPr="00A73F30">
        <w:rPr>
          <w:rFonts w:ascii="Calibri" w:eastAsia="Calibri" w:hAnsi="Calibri" w:cs="Calibri"/>
          <w:iCs/>
          <w:lang w:eastAsia="ro-RO"/>
        </w:rPr>
        <w:t xml:space="preserve">- prin selectarea unei singure opțiuni (ex. a., b., c.) și a punctajului aferent acelei opțiuni (subcriteriile 1.1, 1.2, 1.3, 1.4, 2.1, 2.2). </w:t>
      </w:r>
    </w:p>
    <w:p w14:paraId="30B1A996" w14:textId="77777777" w:rsidR="00A73F30" w:rsidRPr="00A73F30" w:rsidRDefault="00A73F30" w:rsidP="00A73F30">
      <w:pPr>
        <w:rPr>
          <w:rFonts w:ascii="Calibri" w:eastAsia="Calibri" w:hAnsi="Calibri" w:cs="Calibri"/>
          <w:iCs/>
          <w:lang w:eastAsia="ro-RO"/>
        </w:rPr>
      </w:pPr>
      <w:r w:rsidRPr="00A73F30">
        <w:rPr>
          <w:rFonts w:ascii="Calibri" w:eastAsia="Calibri" w:hAnsi="Calibri" w:cs="Calibri"/>
          <w:iCs/>
          <w:lang w:eastAsia="ro-RO"/>
        </w:rPr>
        <w:t>- prin selectarea uneia sau mai multor opțiuni, după cum este cazul, punctajele aferente cumulându-se (subcriteriile 2.3, 2.4, 2.5)</w:t>
      </w:r>
    </w:p>
    <w:p w14:paraId="2AC39E49" w14:textId="5A304A38" w:rsidR="00A73F30" w:rsidRPr="00A73F30" w:rsidRDefault="00A73F30" w:rsidP="00A73F30">
      <w:pPr>
        <w:rPr>
          <w:rFonts w:ascii="Calibri" w:eastAsia="Calibri" w:hAnsi="Calibri" w:cs="Calibri"/>
          <w:iCs/>
          <w:lang w:eastAsia="ro-RO"/>
        </w:rPr>
      </w:pPr>
      <w:r w:rsidRPr="00A73F30">
        <w:rPr>
          <w:rFonts w:ascii="Calibri" w:eastAsia="Calibri" w:hAnsi="Calibri" w:cs="Calibri"/>
          <w:iCs/>
          <w:lang w:eastAsia="ro-RO"/>
        </w:rPr>
        <w:t xml:space="preserve">Diferența maximă admisă între punctajele acordate de evaluatori pentru fiecare subcriteriu al grilei de evaluare tehnică </w:t>
      </w:r>
      <w:proofErr w:type="spellStart"/>
      <w:r w:rsidRPr="00A73F30">
        <w:rPr>
          <w:rFonts w:ascii="Calibri" w:eastAsia="Calibri" w:hAnsi="Calibri" w:cs="Calibri"/>
          <w:iCs/>
          <w:lang w:eastAsia="ro-RO"/>
        </w:rPr>
        <w:t>şi</w:t>
      </w:r>
      <w:proofErr w:type="spellEnd"/>
      <w:r w:rsidRPr="00A73F30">
        <w:rPr>
          <w:rFonts w:ascii="Calibri" w:eastAsia="Calibri" w:hAnsi="Calibri" w:cs="Calibri"/>
          <w:iCs/>
          <w:lang w:eastAsia="ro-RO"/>
        </w:rPr>
        <w:t xml:space="preserve"> financiară este de 1 punct. </w:t>
      </w:r>
    </w:p>
    <w:p w14:paraId="3C09281F" w14:textId="3020E934" w:rsidR="00251199" w:rsidRPr="00A73F30" w:rsidRDefault="00A73F30" w:rsidP="00A73F30">
      <w:pPr>
        <w:rPr>
          <w:rFonts w:ascii="Calibri" w:hAnsi="Calibri" w:cs="Calibri"/>
          <w:iCs/>
        </w:rPr>
      </w:pPr>
      <w:r w:rsidRPr="00A73F30">
        <w:rPr>
          <w:rFonts w:ascii="Calibri" w:eastAsia="Calibri" w:hAnsi="Calibri" w:cs="Calibri"/>
          <w:iCs/>
          <w:lang w:eastAsia="ro-RO"/>
        </w:rPr>
        <w:t xml:space="preserve">Cererile de finanțare care nu întrunesc </w:t>
      </w:r>
      <w:r w:rsidRPr="00A73F30">
        <w:rPr>
          <w:rFonts w:ascii="Calibri" w:eastAsia="Calibri" w:hAnsi="Calibri" w:cs="Calibri"/>
          <w:b/>
          <w:bCs/>
          <w:iCs/>
          <w:lang w:eastAsia="ro-RO"/>
        </w:rPr>
        <w:t>60 de puncte</w:t>
      </w:r>
      <w:r w:rsidRPr="00A73F30">
        <w:rPr>
          <w:rFonts w:ascii="Calibri" w:eastAsia="Calibri" w:hAnsi="Calibri" w:cs="Calibri"/>
          <w:iCs/>
          <w:lang w:eastAsia="ro-RO"/>
        </w:rPr>
        <w:t xml:space="preserve"> în urma procesului de evaluare și selecție sau sunt punctate cu  0 puncte la subcriteriul 2.2, vor fi respinse!</w:t>
      </w:r>
    </w:p>
    <w:sectPr w:rsidR="00251199" w:rsidRPr="00A73F30" w:rsidSect="00593E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985" w:left="907" w:header="936" w:footer="7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DA94F" w14:textId="77777777" w:rsidR="0007355B" w:rsidRDefault="0007355B">
      <w:r>
        <w:separator/>
      </w:r>
    </w:p>
  </w:endnote>
  <w:endnote w:type="continuationSeparator" w:id="0">
    <w:p w14:paraId="55A624E3" w14:textId="77777777" w:rsidR="0007355B" w:rsidRDefault="00073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D9482" w14:textId="77777777" w:rsidR="00B2355E" w:rsidRDefault="00B2355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B2355E" w14:paraId="53856B16" w14:textId="77777777">
      <w:trPr>
        <w:cantSplit/>
        <w:trHeight w:hRule="exact" w:val="340"/>
        <w:hidden/>
      </w:trPr>
      <w:tc>
        <w:tcPr>
          <w:tcW w:w="9210" w:type="dxa"/>
        </w:tcPr>
        <w:p w14:paraId="036EFA4F" w14:textId="77777777" w:rsidR="00B2355E" w:rsidRDefault="00B2355E">
          <w:pPr>
            <w:pStyle w:val="Subsol"/>
            <w:rPr>
              <w:vanish/>
              <w:sz w:val="20"/>
            </w:rPr>
          </w:pPr>
        </w:p>
      </w:tc>
    </w:tr>
  </w:tbl>
  <w:p w14:paraId="406A0249" w14:textId="77777777" w:rsidR="00B2355E" w:rsidRDefault="00B2355E" w:rsidP="00F12E7F">
    <w:pPr>
      <w:pStyle w:val="Subsol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8768558" wp14:editId="65E6412E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C965F2" w14:textId="77777777" w:rsidR="00B2355E" w:rsidRDefault="00B2355E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4058EBE7" w14:textId="77777777" w:rsidR="00B2355E" w:rsidRPr="00F914B7" w:rsidRDefault="00B2355E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768558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mYiN5naI7ZOrrBWavjenwb1xfrr+boiPvRsutx06KeXPm6gUer4lqdXvGS+1J+RX&#10;ohCy6nJl6LW2jujqBEcgAGj8HMnK0uTH82yw4dbfFavdILdL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mYiN5naI7Tq6wVes43p8G9cP66/m97H3o2bW46dFPLn&#10;zdQKPV8Q1Osn9bfyfmV6IQcuoyZvfW6O6OoEVzAAAABceDmTbU5Me/vq7/wS+HW2yWr3wDR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Vut4zp9PvXHPO5O6OqPv&#10;R82sx4+ivlW83UCi1fEdRrJnnLzFPmV6IQcuoyZp8q20d0dQIjkAAAAAAAJ3B8nN8Sxd1vJl20du&#10;TqK+foBrF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CFruJ6fRxM&#10;Wnl5PmV6/v7nHNqceHomd7d0AoNbxTUazes25GP5lfz70DNqsmbo35Ne6AQXEAAAAAAAAAB009+b&#10;1GO/zbRL1jnk5Kz3SDaxO8RPeuY6YB9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cdTqsOlpys2SK90ds+iHjJlpirve0QCg13G82femD9Vj7/lT7EHNrb33jH5NfxBVooPg&#10;AAAAAAAAAAAADZ6HJzujw376wuMFuVhpbvgHd7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fLWrSs2tMVrHXMz1PkzERvM7QCm13Ha13x6SOVP7yer7kTProjeuLpn50gosuXJm&#10;vN8t5vae2ZQbXte3KtMzPnB4fAAAAAAAAAAAAAAABqeBZOXw6sdtZmFnobcrTxHdOwLFI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BB1/FcGi3r+0y/Mier0z2OGfVUw9Hvrd0Az&#10;ut1+fW33yW2r2UjqhX5s980+VPR2RHUCK5gAAAAAAAAAAAAAAAAAL7wayeTmx+eLJ3DrdF6/eC8T&#10;Q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HjNmx4Mc5MtorWOuZeb3rSs2tO0QCg&#10;1/HMmXfHpd8dPnfKn2IOfW2vvXF5Md/bIKiZmZ3md5ROsHwAAAAAAAAAAAAAAAAAAAFp4P5ORr5r&#10;2XrKToLbZ9u+AaZZ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ruIcXw6TelNsmXu&#10;jqj0o+o1dMXk18q/d3Azuq1ebV5OXmtv3RHVCvy5b5bb3n7gcHgAAAAAAAAAAAAAAAAAAAAABK4b&#10;k5rX4bb/ACtnTTW5Oek+cGwW4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xly0w45yZ&#10;LRWsdcy+WtWlZtadojtBQcR43fNvj0u9Kdtu2fYgajWzfycW9a9/bIKhEB8AAAAAAAAAAAAAAAAA&#10;AAAAAAB6pbkXrbuncidrRPcDbY7RfHW0dsRK6rO9YnvgHp9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ETXcRw6Kvlzysk9VI659jln1FMMdPTbsiAZnW67NrcnKy22rHVSOqFbmz3zW3tPR2R&#10;2QCM5gAAAAAAAAAAAAAAAAAAAAAAAAAADX8Kyc5w7DPbFdltpbcrT0nzbAluo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zERvPRACm4jxutInFpJ5Vuqb9kehD1Gtiu9cXTPzgUF72yWm17Ta09&#10;czO8ygTM2ne0zMz2yDyAAAAAAAAAAAAAAAAAAAAAAAAAAAAA0vg7k5WitT5lljw+2+GY7pBap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q/CDDzmhjJEdOO2/3Sja+nKwcrtrIMyrQAAAAAAAAAAAAAAA&#10;AAAAAAAAAAAAAAAAAAGn4Bk5fD+T8y0wstBbfBt3SCzS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pPCTDvTFniOqeTP5fmhcRp0Vv9wKBBAAAAAAAAAAA&#10;AAAAAAAAAAAAAAAAAAAAABI0GTmtdhv3Wh7wW5Oek+cGyX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5ajT4tVinHmpFq/jHoecmOuWvJvG8AzfEeE5dHM3pE5MPzo649Kt1GlvhmbR5VO/uBXOAAAA&#10;AAAAAAAAAAAAAAAAAAAAAAAAAAAAALDgePl8SpO3vYm3/v8AF30VeVqa+aNwap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VKmPLUsD&#10;AADJBwAADgAAAAAAAAAAAAAAAAA8AgAAZHJzL2Uyb0RvYy54bWxQSwECLQAKAAAAAAAAACEArb2q&#10;peKHAQDihwEAFQAAAAAAAAAAAAAAAACzBQAAZHJzL21lZGlhL2ltYWdlMS5qcGVnUEsBAi0AFAAG&#10;AAgAAAAhAJnmN4rgAAAACgEAAA8AAAAAAAAAAAAAAAAAyI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63C965F2" w14:textId="77777777" w:rsidR="00B2355E" w:rsidRDefault="00B2355E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4058EBE7" w14:textId="77777777" w:rsidR="00B2355E" w:rsidRPr="00F914B7" w:rsidRDefault="00B2355E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4D5F751A" wp14:editId="621C35CB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116" name="Picture 116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48944B" wp14:editId="4E6E027F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3146E2" w14:textId="77777777" w:rsidR="00B2355E" w:rsidRDefault="00B2355E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178EC3E" w14:textId="77777777" w:rsidR="00B2355E" w:rsidRDefault="00B2355E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70C03CE" w14:textId="41227729" w:rsidR="00B2355E" w:rsidRPr="00FA2B09" w:rsidRDefault="00B2355E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48944B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TLt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" stroked="f">
              <v:stroke dashstyle="1 1" endcap="round"/>
              <v:textbox>
                <w:txbxContent>
                  <w:p w14:paraId="043146E2" w14:textId="77777777" w:rsidR="00B2355E" w:rsidRDefault="00B2355E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178EC3E" w14:textId="77777777" w:rsidR="00B2355E" w:rsidRDefault="00B2355E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70C03CE" w14:textId="41227729" w:rsidR="00B2355E" w:rsidRPr="00FA2B09" w:rsidRDefault="00B2355E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D62A8B6" wp14:editId="7CEF4181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117" name="Picture 117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67573" w14:textId="77777777" w:rsidR="00B2355E" w:rsidRDefault="00B2355E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FF774" w14:textId="77777777" w:rsidR="00B2355E" w:rsidRDefault="00B2355E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C19188" wp14:editId="44F8E493">
              <wp:simplePos x="0" y="0"/>
              <wp:positionH relativeFrom="column">
                <wp:posOffset>519430</wp:posOffset>
              </wp:positionH>
              <wp:positionV relativeFrom="paragraph">
                <wp:posOffset>-100330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49052D" w14:textId="77777777" w:rsidR="00B2355E" w:rsidRDefault="00B2355E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61587553" w14:textId="77777777" w:rsidR="00B2355E" w:rsidRPr="00B77B68" w:rsidRDefault="00B2355E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999D329" w14:textId="77777777" w:rsidR="00B2355E" w:rsidRPr="00C9311C" w:rsidRDefault="00B2355E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C19188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3" type="#_x0000_t202" style="position:absolute;margin-left:40.9pt;margin-top:-7.9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" filled="f" stroked="f">
              <v:textbox>
                <w:txbxContent>
                  <w:p w14:paraId="5949052D" w14:textId="77777777" w:rsidR="00B2355E" w:rsidRDefault="00B2355E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61587553" w14:textId="77777777" w:rsidR="00B2355E" w:rsidRPr="00B77B68" w:rsidRDefault="00B2355E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999D329" w14:textId="77777777" w:rsidR="00B2355E" w:rsidRPr="00C9311C" w:rsidRDefault="00B2355E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1B65B0E6" wp14:editId="274024B3">
          <wp:simplePos x="0" y="0"/>
          <wp:positionH relativeFrom="column">
            <wp:posOffset>-337820</wp:posOffset>
          </wp:positionH>
          <wp:positionV relativeFrom="paragraph">
            <wp:posOffset>-224155</wp:posOffset>
          </wp:positionV>
          <wp:extent cx="847725" cy="690245"/>
          <wp:effectExtent l="0" t="0" r="9525" b="0"/>
          <wp:wrapNone/>
          <wp:docPr id="121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2CCA2E5" wp14:editId="5F920A0D">
          <wp:simplePos x="0" y="0"/>
          <wp:positionH relativeFrom="column">
            <wp:posOffset>3789680</wp:posOffset>
          </wp:positionH>
          <wp:positionV relativeFrom="paragraph">
            <wp:posOffset>-559435</wp:posOffset>
          </wp:positionV>
          <wp:extent cx="1952625" cy="156845"/>
          <wp:effectExtent l="0" t="0" r="0" b="0"/>
          <wp:wrapNone/>
          <wp:docPr id="122" name="Picture 12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00986CEB" wp14:editId="72971ED4">
          <wp:simplePos x="0" y="0"/>
          <wp:positionH relativeFrom="column">
            <wp:posOffset>-696595</wp:posOffset>
          </wp:positionH>
          <wp:positionV relativeFrom="paragraph">
            <wp:posOffset>-347980</wp:posOffset>
          </wp:positionV>
          <wp:extent cx="10817225" cy="104140"/>
          <wp:effectExtent l="0" t="0" r="0" b="0"/>
          <wp:wrapNone/>
          <wp:docPr id="123" name="Picture 12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A869258" wp14:editId="07A90B92">
              <wp:simplePos x="0" y="0"/>
              <wp:positionH relativeFrom="column">
                <wp:posOffset>7037070</wp:posOffset>
              </wp:positionH>
              <wp:positionV relativeFrom="paragraph">
                <wp:posOffset>-92710</wp:posOffset>
              </wp:positionV>
              <wp:extent cx="2744470" cy="645160"/>
              <wp:effectExtent l="0" t="2540" r="635" b="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EF8A62" w14:textId="77777777" w:rsidR="00B2355E" w:rsidRDefault="00B2355E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B9CC8AA" w14:textId="77777777" w:rsidR="00B2355E" w:rsidRDefault="00B2355E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8CAED49" w14:textId="08B335D8" w:rsidR="00B2355E" w:rsidRPr="00FA2B09" w:rsidRDefault="00B2355E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9258" id="Text Box 18" o:spid="_x0000_s1034" type="#_x0000_t202" style="position:absolute;margin-left:554.1pt;margin-top:-7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J7q9w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" stroked="f">
              <v:stroke dashstyle="1 1" endcap="round"/>
              <v:textbox>
                <w:txbxContent>
                  <w:p w14:paraId="57EF8A62" w14:textId="77777777" w:rsidR="00B2355E" w:rsidRDefault="00B2355E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B9CC8AA" w14:textId="77777777" w:rsidR="00B2355E" w:rsidRDefault="00B2355E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8CAED49" w14:textId="08B335D8" w:rsidR="00B2355E" w:rsidRPr="00FA2B09" w:rsidRDefault="00B2355E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A17F4" w14:textId="77777777" w:rsidR="0007355B" w:rsidRDefault="0007355B">
      <w:r>
        <w:separator/>
      </w:r>
    </w:p>
  </w:footnote>
  <w:footnote w:type="continuationSeparator" w:id="0">
    <w:p w14:paraId="4E523F31" w14:textId="77777777" w:rsidR="0007355B" w:rsidRDefault="00073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1DEB1" w14:textId="1123EA0F" w:rsidR="00B2355E" w:rsidRDefault="0081730D">
    <w:pPr>
      <w:pStyle w:val="Antet"/>
    </w:pPr>
    <w:r>
      <w:rPr>
        <w:noProof/>
      </w:rPr>
      <w:pict w14:anchorId="1180B1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3664485" o:spid="_x0000_s20482" type="#_x0000_t136" style="position:absolute;margin-left:0;margin-top:0;width:509.55pt;height:101.9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4BE7D" w14:textId="342FC929" w:rsidR="00B2355E" w:rsidRPr="00B105C6" w:rsidRDefault="0081730D">
    <w:pPr>
      <w:pStyle w:val="Antet"/>
      <w:rPr>
        <w:rFonts w:asciiTheme="minorHAnsi" w:hAnsiTheme="minorHAnsi" w:cstheme="minorHAnsi"/>
        <w:color w:val="999999"/>
      </w:rPr>
    </w:pPr>
    <w:r>
      <w:rPr>
        <w:noProof/>
      </w:rPr>
      <w:pict w14:anchorId="53D52D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3664486" o:spid="_x0000_s20483" type="#_x0000_t136" style="position:absolute;margin-left:0;margin-top:0;width:509.55pt;height:101.9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  <w10:wrap anchorx="margin" anchory="margin"/>
        </v:shape>
      </w:pict>
    </w:r>
    <w:r w:rsidR="00B2355E" w:rsidRPr="00B105C6">
      <w:rPr>
        <w:rFonts w:asciiTheme="minorHAnsi" w:hAnsiTheme="minorHAnsi" w:cstheme="minorHAnsi"/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1314BB5A" wp14:editId="1D6435F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966C1" w14:textId="77777777" w:rsidR="00B2355E" w:rsidRDefault="00B2355E" w:rsidP="00376CFE">
                            <w:pPr>
                              <w:spacing w:line="330" w:lineRule="auto"/>
                            </w:pPr>
                          </w:p>
                          <w:p w14:paraId="2E37CCC3" w14:textId="77777777" w:rsidR="00B2355E" w:rsidRPr="00851382" w:rsidRDefault="00B2355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14BB5A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C8966C1" w14:textId="77777777" w:rsidR="00B2355E" w:rsidRDefault="00B2355E" w:rsidP="00376CFE">
                      <w:pPr>
                        <w:spacing w:line="330" w:lineRule="auto"/>
                      </w:pPr>
                    </w:p>
                    <w:p w14:paraId="2E37CCC3" w14:textId="77777777" w:rsidR="00B2355E" w:rsidRPr="00851382" w:rsidRDefault="00B2355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B2355E" w:rsidRPr="00B105C6">
      <w:rPr>
        <w:rFonts w:asciiTheme="minorHAnsi" w:hAnsiTheme="minorHAnsi" w:cstheme="minorHAnsi"/>
        <w:color w:val="999999"/>
        <w:sz w:val="20"/>
        <w:szCs w:val="20"/>
      </w:rPr>
      <w:t xml:space="preserve">Pagina </w:t>
    </w:r>
    <w:r w:rsidR="00B2355E" w:rsidRPr="00B105C6">
      <w:rPr>
        <w:rFonts w:asciiTheme="minorHAnsi" w:hAnsiTheme="minorHAnsi" w:cstheme="minorHAnsi"/>
        <w:color w:val="999999"/>
        <w:sz w:val="20"/>
        <w:szCs w:val="20"/>
      </w:rPr>
      <w:fldChar w:fldCharType="begin"/>
    </w:r>
    <w:r w:rsidR="00B2355E" w:rsidRPr="00B105C6">
      <w:rPr>
        <w:rFonts w:asciiTheme="minorHAnsi" w:hAnsiTheme="minorHAnsi" w:cstheme="minorHAnsi"/>
        <w:color w:val="999999"/>
        <w:sz w:val="20"/>
        <w:szCs w:val="20"/>
      </w:rPr>
      <w:instrText xml:space="preserve"> PAGE </w:instrText>
    </w:r>
    <w:r w:rsidR="00B2355E" w:rsidRPr="00B105C6">
      <w:rPr>
        <w:rFonts w:asciiTheme="minorHAnsi" w:hAnsiTheme="minorHAnsi" w:cstheme="minorHAnsi"/>
        <w:color w:val="999999"/>
        <w:sz w:val="20"/>
        <w:szCs w:val="20"/>
      </w:rPr>
      <w:fldChar w:fldCharType="separate"/>
    </w:r>
    <w:r w:rsidR="00B760EE">
      <w:rPr>
        <w:rFonts w:asciiTheme="minorHAnsi" w:hAnsiTheme="minorHAnsi" w:cstheme="minorHAnsi"/>
        <w:noProof/>
        <w:color w:val="999999"/>
        <w:sz w:val="20"/>
        <w:szCs w:val="20"/>
      </w:rPr>
      <w:t>8</w:t>
    </w:r>
    <w:r w:rsidR="00B2355E" w:rsidRPr="00B105C6">
      <w:rPr>
        <w:rFonts w:asciiTheme="minorHAnsi" w:hAnsiTheme="minorHAnsi" w:cstheme="minorHAnsi"/>
        <w:color w:val="999999"/>
        <w:sz w:val="20"/>
        <w:szCs w:val="20"/>
      </w:rPr>
      <w:fldChar w:fldCharType="end"/>
    </w:r>
    <w:r w:rsidR="00B2355E" w:rsidRPr="00B105C6">
      <w:rPr>
        <w:rFonts w:asciiTheme="minorHAnsi" w:hAnsiTheme="minorHAnsi" w:cstheme="minorHAnsi"/>
        <w:color w:val="999999"/>
        <w:sz w:val="20"/>
        <w:szCs w:val="20"/>
      </w:rPr>
      <w:t xml:space="preserve"> din </w:t>
    </w:r>
    <w:r w:rsidR="00B2355E" w:rsidRPr="00B105C6">
      <w:rPr>
        <w:rFonts w:asciiTheme="minorHAnsi" w:hAnsiTheme="minorHAnsi" w:cstheme="minorHAnsi"/>
        <w:color w:val="999999"/>
        <w:sz w:val="20"/>
        <w:szCs w:val="20"/>
      </w:rPr>
      <w:fldChar w:fldCharType="begin"/>
    </w:r>
    <w:r w:rsidR="00B2355E" w:rsidRPr="00B105C6">
      <w:rPr>
        <w:rFonts w:asciiTheme="minorHAnsi" w:hAnsiTheme="minorHAnsi" w:cstheme="minorHAnsi"/>
        <w:color w:val="999999"/>
        <w:sz w:val="20"/>
        <w:szCs w:val="20"/>
      </w:rPr>
      <w:instrText xml:space="preserve"> NUMPAGES </w:instrText>
    </w:r>
    <w:r w:rsidR="00B2355E" w:rsidRPr="00B105C6">
      <w:rPr>
        <w:rFonts w:asciiTheme="minorHAnsi" w:hAnsiTheme="minorHAnsi" w:cstheme="minorHAnsi"/>
        <w:color w:val="999999"/>
        <w:sz w:val="20"/>
        <w:szCs w:val="20"/>
      </w:rPr>
      <w:fldChar w:fldCharType="separate"/>
    </w:r>
    <w:r w:rsidR="00B760EE">
      <w:rPr>
        <w:rFonts w:asciiTheme="minorHAnsi" w:hAnsiTheme="minorHAnsi" w:cstheme="minorHAnsi"/>
        <w:noProof/>
        <w:color w:val="999999"/>
        <w:sz w:val="20"/>
        <w:szCs w:val="20"/>
      </w:rPr>
      <w:t>8</w:t>
    </w:r>
    <w:r w:rsidR="00B2355E" w:rsidRPr="00B105C6">
      <w:rPr>
        <w:rFonts w:asciiTheme="minorHAnsi" w:hAnsiTheme="minorHAnsi" w:cstheme="minorHAnsi"/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214DD" w14:textId="472D2C8A" w:rsidR="00B2355E" w:rsidRDefault="0081730D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31B350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3664484" o:spid="_x0000_s20481" type="#_x0000_t136" style="position:absolute;margin-left:0;margin-top:0;width:509.55pt;height:101.9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  <w10:wrap anchorx="margin" anchory="margin"/>
        </v:shape>
      </w:pict>
    </w:r>
    <w:r w:rsidR="00B2355E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1B0E794" wp14:editId="7AB0DA06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18" name="Picture 1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355E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DA92066" wp14:editId="0C4CE284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19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355E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7C9AA65C" wp14:editId="53ED1167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20" name="Picture 120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355E">
      <w:t xml:space="preserve">   </w:t>
    </w:r>
    <w:r w:rsidR="00B2355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FDE"/>
    <w:multiLevelType w:val="hybridMultilevel"/>
    <w:tmpl w:val="25F8E8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063D7"/>
    <w:multiLevelType w:val="hybridMultilevel"/>
    <w:tmpl w:val="F7C60F6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08875E8"/>
    <w:multiLevelType w:val="hybridMultilevel"/>
    <w:tmpl w:val="427E3A9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943F0"/>
    <w:multiLevelType w:val="hybridMultilevel"/>
    <w:tmpl w:val="1D467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B6226"/>
    <w:multiLevelType w:val="hybridMultilevel"/>
    <w:tmpl w:val="1954E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EA642A"/>
    <w:multiLevelType w:val="hybridMultilevel"/>
    <w:tmpl w:val="B6546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F5A40"/>
    <w:multiLevelType w:val="hybridMultilevel"/>
    <w:tmpl w:val="47B43F16"/>
    <w:lvl w:ilvl="0" w:tplc="7032CC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02740"/>
    <w:multiLevelType w:val="hybridMultilevel"/>
    <w:tmpl w:val="9D485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A5D0E"/>
    <w:multiLevelType w:val="hybridMultilevel"/>
    <w:tmpl w:val="CDF02AFA"/>
    <w:lvl w:ilvl="0" w:tplc="C5EEDF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26C73"/>
    <w:multiLevelType w:val="hybridMultilevel"/>
    <w:tmpl w:val="6BFE6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9C5454"/>
    <w:multiLevelType w:val="hybridMultilevel"/>
    <w:tmpl w:val="2B2811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23BD9"/>
    <w:multiLevelType w:val="hybridMultilevel"/>
    <w:tmpl w:val="4238BF0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3C2A64"/>
    <w:multiLevelType w:val="hybridMultilevel"/>
    <w:tmpl w:val="935A8768"/>
    <w:lvl w:ilvl="0" w:tplc="A96C47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9E5797"/>
    <w:multiLevelType w:val="hybridMultilevel"/>
    <w:tmpl w:val="0E0C4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C18DB"/>
    <w:multiLevelType w:val="hybridMultilevel"/>
    <w:tmpl w:val="6764F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54F4F"/>
    <w:multiLevelType w:val="hybridMultilevel"/>
    <w:tmpl w:val="C0864656"/>
    <w:lvl w:ilvl="0" w:tplc="7032CC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0"/>
  </w:num>
  <w:num w:numId="5">
    <w:abstractNumId w:val="14"/>
  </w:num>
  <w:num w:numId="6">
    <w:abstractNumId w:val="17"/>
  </w:num>
  <w:num w:numId="7">
    <w:abstractNumId w:val="7"/>
  </w:num>
  <w:num w:numId="8">
    <w:abstractNumId w:val="18"/>
  </w:num>
  <w:num w:numId="9">
    <w:abstractNumId w:val="22"/>
  </w:num>
  <w:num w:numId="10">
    <w:abstractNumId w:val="21"/>
  </w:num>
  <w:num w:numId="11">
    <w:abstractNumId w:val="26"/>
  </w:num>
  <w:num w:numId="12">
    <w:abstractNumId w:val="31"/>
  </w:num>
  <w:num w:numId="13">
    <w:abstractNumId w:val="35"/>
  </w:num>
  <w:num w:numId="14">
    <w:abstractNumId w:val="30"/>
  </w:num>
  <w:num w:numId="15">
    <w:abstractNumId w:val="19"/>
  </w:num>
  <w:num w:numId="16">
    <w:abstractNumId w:val="15"/>
  </w:num>
  <w:num w:numId="17">
    <w:abstractNumId w:val="37"/>
  </w:num>
  <w:num w:numId="18">
    <w:abstractNumId w:val="3"/>
  </w:num>
  <w:num w:numId="19">
    <w:abstractNumId w:val="29"/>
  </w:num>
  <w:num w:numId="20">
    <w:abstractNumId w:val="24"/>
  </w:num>
  <w:num w:numId="21">
    <w:abstractNumId w:val="0"/>
  </w:num>
  <w:num w:numId="22">
    <w:abstractNumId w:val="20"/>
  </w:num>
  <w:num w:numId="23">
    <w:abstractNumId w:val="4"/>
  </w:num>
  <w:num w:numId="24">
    <w:abstractNumId w:val="2"/>
  </w:num>
  <w:num w:numId="25">
    <w:abstractNumId w:val="23"/>
  </w:num>
  <w:num w:numId="26">
    <w:abstractNumId w:val="28"/>
  </w:num>
  <w:num w:numId="27">
    <w:abstractNumId w:val="27"/>
  </w:num>
  <w:num w:numId="28">
    <w:abstractNumId w:val="9"/>
  </w:num>
  <w:num w:numId="29">
    <w:abstractNumId w:val="36"/>
  </w:num>
  <w:num w:numId="30">
    <w:abstractNumId w:val="34"/>
  </w:num>
  <w:num w:numId="31">
    <w:abstractNumId w:val="33"/>
  </w:num>
  <w:num w:numId="32">
    <w:abstractNumId w:val="5"/>
  </w:num>
  <w:num w:numId="33">
    <w:abstractNumId w:val="8"/>
  </w:num>
  <w:num w:numId="34">
    <w:abstractNumId w:val="25"/>
  </w:num>
  <w:num w:numId="35">
    <w:abstractNumId w:val="32"/>
  </w:num>
  <w:num w:numId="36">
    <w:abstractNumId w:val="6"/>
  </w:num>
  <w:num w:numId="37">
    <w:abstractNumId w:val="1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84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7355B"/>
    <w:rsid w:val="00073E07"/>
    <w:rsid w:val="0009018B"/>
    <w:rsid w:val="00094830"/>
    <w:rsid w:val="000A2DC6"/>
    <w:rsid w:val="000B1D78"/>
    <w:rsid w:val="000C2AAE"/>
    <w:rsid w:val="00115B97"/>
    <w:rsid w:val="001175F2"/>
    <w:rsid w:val="0012593B"/>
    <w:rsid w:val="00144BFD"/>
    <w:rsid w:val="00191938"/>
    <w:rsid w:val="001A79EE"/>
    <w:rsid w:val="001C0DEA"/>
    <w:rsid w:val="00223EFE"/>
    <w:rsid w:val="0022465A"/>
    <w:rsid w:val="00251199"/>
    <w:rsid w:val="0026149E"/>
    <w:rsid w:val="0027212C"/>
    <w:rsid w:val="0029643A"/>
    <w:rsid w:val="002B3BB9"/>
    <w:rsid w:val="002E07E9"/>
    <w:rsid w:val="002F1246"/>
    <w:rsid w:val="00310E75"/>
    <w:rsid w:val="0032142E"/>
    <w:rsid w:val="003270E0"/>
    <w:rsid w:val="00376CFE"/>
    <w:rsid w:val="003A2FFB"/>
    <w:rsid w:val="003D6F61"/>
    <w:rsid w:val="003E07FC"/>
    <w:rsid w:val="003E2E03"/>
    <w:rsid w:val="00406D66"/>
    <w:rsid w:val="00474F02"/>
    <w:rsid w:val="0049229A"/>
    <w:rsid w:val="004A144E"/>
    <w:rsid w:val="004E68D4"/>
    <w:rsid w:val="00512583"/>
    <w:rsid w:val="00523981"/>
    <w:rsid w:val="00523BEA"/>
    <w:rsid w:val="00586EAF"/>
    <w:rsid w:val="00593E8D"/>
    <w:rsid w:val="005A6B00"/>
    <w:rsid w:val="005C21C9"/>
    <w:rsid w:val="005C7AFF"/>
    <w:rsid w:val="005F3102"/>
    <w:rsid w:val="006137B6"/>
    <w:rsid w:val="00634D63"/>
    <w:rsid w:val="00640B9B"/>
    <w:rsid w:val="00641D74"/>
    <w:rsid w:val="00643AC4"/>
    <w:rsid w:val="006446D7"/>
    <w:rsid w:val="00674252"/>
    <w:rsid w:val="00676CD8"/>
    <w:rsid w:val="00680C27"/>
    <w:rsid w:val="006B79B9"/>
    <w:rsid w:val="007209E0"/>
    <w:rsid w:val="007214ED"/>
    <w:rsid w:val="00736630"/>
    <w:rsid w:val="0073686F"/>
    <w:rsid w:val="00754551"/>
    <w:rsid w:val="00794713"/>
    <w:rsid w:val="007A69A6"/>
    <w:rsid w:val="007C403D"/>
    <w:rsid w:val="007D052C"/>
    <w:rsid w:val="00810A63"/>
    <w:rsid w:val="0081730D"/>
    <w:rsid w:val="008377C6"/>
    <w:rsid w:val="008509F7"/>
    <w:rsid w:val="00851382"/>
    <w:rsid w:val="0088290B"/>
    <w:rsid w:val="008A2945"/>
    <w:rsid w:val="008E64D2"/>
    <w:rsid w:val="008E7688"/>
    <w:rsid w:val="00903387"/>
    <w:rsid w:val="00936CF8"/>
    <w:rsid w:val="0095716B"/>
    <w:rsid w:val="00961A8D"/>
    <w:rsid w:val="0097664F"/>
    <w:rsid w:val="009A604D"/>
    <w:rsid w:val="009B4179"/>
    <w:rsid w:val="009F711B"/>
    <w:rsid w:val="00A076DB"/>
    <w:rsid w:val="00A44A84"/>
    <w:rsid w:val="00A5250A"/>
    <w:rsid w:val="00A73F30"/>
    <w:rsid w:val="00AD2D59"/>
    <w:rsid w:val="00AF2C16"/>
    <w:rsid w:val="00B03FC1"/>
    <w:rsid w:val="00B105C6"/>
    <w:rsid w:val="00B15233"/>
    <w:rsid w:val="00B2355E"/>
    <w:rsid w:val="00B3488E"/>
    <w:rsid w:val="00B41829"/>
    <w:rsid w:val="00B70A33"/>
    <w:rsid w:val="00B760EE"/>
    <w:rsid w:val="00B77B68"/>
    <w:rsid w:val="00B86D76"/>
    <w:rsid w:val="00BA3193"/>
    <w:rsid w:val="00BD3175"/>
    <w:rsid w:val="00BE0503"/>
    <w:rsid w:val="00BF316A"/>
    <w:rsid w:val="00C05C7A"/>
    <w:rsid w:val="00C3332D"/>
    <w:rsid w:val="00C548F7"/>
    <w:rsid w:val="00C82AD1"/>
    <w:rsid w:val="00CC6C98"/>
    <w:rsid w:val="00D075C5"/>
    <w:rsid w:val="00D22014"/>
    <w:rsid w:val="00D457B6"/>
    <w:rsid w:val="00D94812"/>
    <w:rsid w:val="00DA117A"/>
    <w:rsid w:val="00DB6486"/>
    <w:rsid w:val="00E623FF"/>
    <w:rsid w:val="00E753B1"/>
    <w:rsid w:val="00EC3C97"/>
    <w:rsid w:val="00EF6CD7"/>
    <w:rsid w:val="00F112A8"/>
    <w:rsid w:val="00F12E7F"/>
    <w:rsid w:val="00F32CDA"/>
    <w:rsid w:val="00F64259"/>
    <w:rsid w:val="00FA6562"/>
    <w:rsid w:val="00FD1F6A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4"/>
    <o:shapelayout v:ext="edit">
      <o:idmap v:ext="edit" data="1"/>
    </o:shapelayout>
  </w:shapeDefaults>
  <w:decimalSymbol w:val="."/>
  <w:listSeparator w:val=","/>
  <w14:docId w14:val="23455319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Textnotdefinal">
    <w:name w:val="endnote text"/>
    <w:basedOn w:val="Normal"/>
    <w:link w:val="TextnotdefinalCaracter"/>
    <w:rsid w:val="007D052C"/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rsid w:val="007D052C"/>
    <w:rPr>
      <w:rFonts w:ascii="Arial Narrow" w:hAnsi="Arial Narrow"/>
      <w:lang w:val="ro-RO" w:eastAsia="de-DE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2511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714E-D256-4C08-A8D5-38B9E5DF3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2</TotalTime>
  <Pages>3</Pages>
  <Words>940</Words>
  <Characters>5836</Characters>
  <Application>Microsoft Office Word</Application>
  <DocSecurity>0</DocSecurity>
  <Lines>48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6763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3</cp:revision>
  <cp:lastPrinted>2023-06-29T06:18:00Z</cp:lastPrinted>
  <dcterms:created xsi:type="dcterms:W3CDTF">2024-02-27T12:26:00Z</dcterms:created>
  <dcterms:modified xsi:type="dcterms:W3CDTF">2024-02-28T08:51:00Z</dcterms:modified>
</cp:coreProperties>
</file>